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ECA" w:rsidRDefault="00D91ECA">
      <w:pPr>
        <w:numPr>
          <w:ilvl w:val="0"/>
          <w:numId w:val="1"/>
        </w:numPr>
      </w:pPr>
      <w:r>
        <w:rPr>
          <w:rFonts w:hint="eastAsia"/>
        </w:rPr>
        <w:t>输入抢购商品的</w:t>
      </w:r>
      <w:r>
        <w:t>ID</w:t>
      </w:r>
      <w:r>
        <w:rPr>
          <w:rFonts w:hint="eastAsia"/>
        </w:rPr>
        <w:t>，比如这个链接，</w:t>
      </w:r>
      <w:r>
        <w:t xml:space="preserve">https://item.jd.com/8535863.html  </w:t>
      </w:r>
      <w:r>
        <w:rPr>
          <w:rFonts w:hint="eastAsia"/>
        </w:rPr>
        <w:t>其中的数字就是</w:t>
      </w:r>
      <w:r>
        <w:t>ID</w:t>
      </w:r>
      <w:r>
        <w:rPr>
          <w:rFonts w:hint="eastAsia"/>
        </w:rPr>
        <w:t>，也就是</w:t>
      </w:r>
      <w:r>
        <w:t>8535863</w:t>
      </w:r>
    </w:p>
    <w:p w:rsidR="00D91ECA" w:rsidRDefault="00D91ECA">
      <w:pPr>
        <w:numPr>
          <w:ilvl w:val="0"/>
          <w:numId w:val="1"/>
        </w:numPr>
      </w:pPr>
      <w:r>
        <w:rPr>
          <w:rFonts w:hint="eastAsia"/>
        </w:rPr>
        <w:t>打开软件，导入帐号，格式：帐号</w:t>
      </w:r>
      <w:r>
        <w:t>----</w:t>
      </w:r>
      <w:r>
        <w:rPr>
          <w:rFonts w:hint="eastAsia"/>
        </w:rPr>
        <w:t>密码，点击批量登陆，登陆完成一次后，直接复制整个软件到服务器上，点击批量缓存登陆，这样就不会异地登陆（导入帐号后，要勾选登陆抢购的帐号，才会登陆</w:t>
      </w:r>
      <w:bookmarkStart w:id="0" w:name="_GoBack"/>
      <w:bookmarkEnd w:id="0"/>
      <w:r>
        <w:rPr>
          <w:rFonts w:hint="eastAsia"/>
        </w:rPr>
        <w:t>）</w:t>
      </w:r>
    </w:p>
    <w:p w:rsidR="00D91ECA" w:rsidRDefault="00D91ECA">
      <w:r w:rsidRPr="00961C0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alt="9" style="width:213.75pt;height:172.5pt;visibility:visible">
            <v:imagedata r:id="rId5" o:title=""/>
          </v:shape>
        </w:pict>
      </w:r>
    </w:p>
    <w:p w:rsidR="00D91ECA" w:rsidRDefault="00D91ECA">
      <w:pPr>
        <w:numPr>
          <w:ilvl w:val="0"/>
          <w:numId w:val="1"/>
        </w:numPr>
      </w:pPr>
      <w:r>
        <w:rPr>
          <w:rFonts w:hint="eastAsia"/>
        </w:rPr>
        <w:t>然后设置开抢时间，点击开始抢购即可</w:t>
      </w:r>
    </w:p>
    <w:p w:rsidR="00D91ECA" w:rsidRDefault="00D91ECA"/>
    <w:p w:rsidR="00D91ECA" w:rsidRDefault="00D91ECA">
      <w:r>
        <w:rPr>
          <w:rFonts w:hint="eastAsia"/>
        </w:rPr>
        <w:t>请注意，不是所有商品都支持开发票的，一般第三方的不支持开发票！</w:t>
      </w:r>
    </w:p>
    <w:p w:rsidR="00D91ECA" w:rsidRDefault="00D91ECA">
      <w:pPr>
        <w:rPr>
          <w:noProof/>
        </w:rPr>
      </w:pPr>
      <w:r w:rsidRPr="00961C09">
        <w:rPr>
          <w:noProof/>
        </w:rPr>
        <w:pict>
          <v:shape id="图片 1" o:spid="_x0000_i1026" type="#_x0000_t75" alt="6" style="width:321pt;height:97.5pt;visibility:visible">
            <v:imagedata r:id="rId6" o:title=""/>
          </v:shape>
        </w:pict>
      </w:r>
    </w:p>
    <w:p w:rsidR="00D91ECA" w:rsidRDefault="00D91ECA">
      <w:pPr>
        <w:rPr>
          <w:noProof/>
        </w:rPr>
      </w:pPr>
    </w:p>
    <w:p w:rsidR="00D91ECA" w:rsidRDefault="00D91ECA">
      <w:pPr>
        <w:rPr>
          <w:noProof/>
        </w:rPr>
      </w:pPr>
    </w:p>
    <w:p w:rsidR="00D91ECA" w:rsidRPr="00FA5D8C" w:rsidRDefault="00D91ECA">
      <w:pPr>
        <w:rPr>
          <w:noProof/>
          <w:color w:val="FF0000"/>
          <w:sz w:val="48"/>
          <w:szCs w:val="48"/>
        </w:rPr>
      </w:pPr>
      <w:r w:rsidRPr="00FA5D8C">
        <w:rPr>
          <w:rFonts w:hint="eastAsia"/>
          <w:noProof/>
          <w:color w:val="FF0000"/>
          <w:sz w:val="48"/>
          <w:szCs w:val="48"/>
        </w:rPr>
        <w:t>强烈建议扫码登陆…………</w:t>
      </w:r>
    </w:p>
    <w:sectPr w:rsidR="00D91ECA" w:rsidRPr="00FA5D8C" w:rsidSect="00A555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BD6D1"/>
    <w:multiLevelType w:val="singleLevel"/>
    <w:tmpl w:val="198BD6D1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081"/>
    <w:rsid w:val="000378D7"/>
    <w:rsid w:val="002B3C44"/>
    <w:rsid w:val="002E4591"/>
    <w:rsid w:val="004137D0"/>
    <w:rsid w:val="004C6EFD"/>
    <w:rsid w:val="00961C09"/>
    <w:rsid w:val="00A555FC"/>
    <w:rsid w:val="00D91ECA"/>
    <w:rsid w:val="00EB32FC"/>
    <w:rsid w:val="00EB7328"/>
    <w:rsid w:val="00EC1081"/>
    <w:rsid w:val="00ED778B"/>
    <w:rsid w:val="00FA5D8C"/>
    <w:rsid w:val="00FE5AD0"/>
    <w:rsid w:val="03FB7307"/>
    <w:rsid w:val="109F5FED"/>
    <w:rsid w:val="16C52F1B"/>
    <w:rsid w:val="583F4F14"/>
    <w:rsid w:val="5D944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55F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555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555FC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55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555F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35</Words>
  <Characters>200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毛照平</dc:creator>
  <cp:keywords/>
  <dc:description/>
  <cp:lastModifiedBy>AutoBVT</cp:lastModifiedBy>
  <cp:revision>6</cp:revision>
  <dcterms:created xsi:type="dcterms:W3CDTF">2018-09-08T04:02:00Z</dcterms:created>
  <dcterms:modified xsi:type="dcterms:W3CDTF">2020-02-24T05:08:00Z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