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570230</wp:posOffset>
                </wp:positionV>
                <wp:extent cx="106680" cy="106680"/>
                <wp:effectExtent l="0" t="0" r="7620" b="7620"/>
                <wp:wrapNone/>
                <wp:docPr id="69" name="任意多边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793115" y="1484630"/>
                          <a:ext cx="106680" cy="10668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07633" y="0"/>
                            </a:cxn>
                            <a:cxn ang="0">
                              <a:pos x="0" y="108266"/>
                            </a:cxn>
                            <a:cxn ang="0">
                              <a:pos x="107633" y="215900"/>
                            </a:cxn>
                            <a:cxn ang="0">
                              <a:pos x="215900" y="108266"/>
                            </a:cxn>
                            <a:cxn ang="0">
                              <a:pos x="107633" y="0"/>
                            </a:cxn>
                            <a:cxn ang="0">
                              <a:pos x="107633" y="200704"/>
                            </a:cxn>
                            <a:cxn ang="0">
                              <a:pos x="15195" y="108266"/>
                            </a:cxn>
                            <a:cxn ang="0">
                              <a:pos x="107633" y="15828"/>
                            </a:cxn>
                            <a:cxn ang="0">
                              <a:pos x="200071" y="108266"/>
                            </a:cxn>
                            <a:cxn ang="0">
                              <a:pos x="107633" y="200704"/>
                            </a:cxn>
                            <a:cxn ang="0">
                              <a:pos x="146254" y="108266"/>
                            </a:cxn>
                            <a:cxn ang="0">
                              <a:pos x="107633" y="108266"/>
                            </a:cxn>
                            <a:cxn ang="0">
                              <a:pos x="107633" y="54449"/>
                            </a:cxn>
                            <a:cxn ang="0">
                              <a:pos x="100035" y="46219"/>
                            </a:cxn>
                            <a:cxn ang="0">
                              <a:pos x="92438" y="54449"/>
                            </a:cxn>
                            <a:cxn ang="0">
                              <a:pos x="92438" y="115864"/>
                            </a:cxn>
                            <a:cxn ang="0">
                              <a:pos x="100035" y="123461"/>
                            </a:cxn>
                            <a:cxn ang="0">
                              <a:pos x="146254" y="123461"/>
                            </a:cxn>
                            <a:cxn ang="0">
                              <a:pos x="153852" y="115864"/>
                            </a:cxn>
                            <a:cxn ang="0">
                              <a:pos x="146254" y="108266"/>
                            </a:cxn>
                            <a:cxn ang="0">
                              <a:pos x="146254" y="108266"/>
                            </a:cxn>
                            <a:cxn ang="0">
                              <a:pos x="146254" y="108266"/>
                            </a:cxn>
                          </a:cxnLst>
                          <a:pathLst>
                            <a:path w="341" h="341">
                              <a:moveTo>
                                <a:pt x="170" y="0"/>
                              </a:moveTo>
                              <a:cubicBezTo>
                                <a:pt x="76" y="0"/>
                                <a:pt x="0" y="77"/>
                                <a:pt x="0" y="171"/>
                              </a:cubicBezTo>
                              <a:cubicBezTo>
                                <a:pt x="0" y="265"/>
                                <a:pt x="76" y="341"/>
                                <a:pt x="170" y="341"/>
                              </a:cubicBezTo>
                              <a:cubicBezTo>
                                <a:pt x="264" y="341"/>
                                <a:pt x="341" y="265"/>
                                <a:pt x="341" y="171"/>
                              </a:cubicBezTo>
                              <a:cubicBezTo>
                                <a:pt x="341" y="77"/>
                                <a:pt x="264" y="0"/>
                                <a:pt x="170" y="0"/>
                              </a:cubicBezTo>
                              <a:close/>
                              <a:moveTo>
                                <a:pt x="170" y="317"/>
                              </a:moveTo>
                              <a:cubicBezTo>
                                <a:pt x="90" y="317"/>
                                <a:pt x="24" y="251"/>
                                <a:pt x="24" y="171"/>
                              </a:cubicBezTo>
                              <a:cubicBezTo>
                                <a:pt x="24" y="90"/>
                                <a:pt x="90" y="25"/>
                                <a:pt x="170" y="25"/>
                              </a:cubicBezTo>
                              <a:cubicBezTo>
                                <a:pt x="251" y="25"/>
                                <a:pt x="316" y="90"/>
                                <a:pt x="316" y="171"/>
                              </a:cubicBezTo>
                              <a:cubicBezTo>
                                <a:pt x="316" y="251"/>
                                <a:pt x="251" y="317"/>
                                <a:pt x="170" y="317"/>
                              </a:cubicBezTo>
                              <a:close/>
                              <a:moveTo>
                                <a:pt x="231" y="171"/>
                              </a:moveTo>
                              <a:cubicBezTo>
                                <a:pt x="170" y="171"/>
                                <a:pt x="170" y="171"/>
                                <a:pt x="170" y="171"/>
                              </a:cubicBezTo>
                              <a:cubicBezTo>
                                <a:pt x="170" y="86"/>
                                <a:pt x="170" y="86"/>
                                <a:pt x="170" y="86"/>
                              </a:cubicBezTo>
                              <a:cubicBezTo>
                                <a:pt x="170" y="79"/>
                                <a:pt x="165" y="73"/>
                                <a:pt x="158" y="73"/>
                              </a:cubicBezTo>
                              <a:cubicBezTo>
                                <a:pt x="151" y="73"/>
                                <a:pt x="146" y="79"/>
                                <a:pt x="146" y="86"/>
                              </a:cubicBezTo>
                              <a:cubicBezTo>
                                <a:pt x="146" y="183"/>
                                <a:pt x="146" y="183"/>
                                <a:pt x="146" y="183"/>
                              </a:cubicBezTo>
                              <a:cubicBezTo>
                                <a:pt x="146" y="190"/>
                                <a:pt x="151" y="195"/>
                                <a:pt x="158" y="195"/>
                              </a:cubicBezTo>
                              <a:cubicBezTo>
                                <a:pt x="231" y="195"/>
                                <a:pt x="231" y="195"/>
                                <a:pt x="231" y="195"/>
                              </a:cubicBezTo>
                              <a:cubicBezTo>
                                <a:pt x="238" y="195"/>
                                <a:pt x="243" y="190"/>
                                <a:pt x="243" y="183"/>
                              </a:cubicBezTo>
                              <a:cubicBezTo>
                                <a:pt x="243" y="176"/>
                                <a:pt x="238" y="171"/>
                                <a:pt x="231" y="171"/>
                              </a:cubicBezTo>
                              <a:close/>
                              <a:moveTo>
                                <a:pt x="231" y="171"/>
                              </a:moveTo>
                              <a:cubicBezTo>
                                <a:pt x="231" y="171"/>
                                <a:pt x="231" y="171"/>
                                <a:pt x="231" y="171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7" o:spid="_x0000_s1026" o:spt="100" style="position:absolute;left:0pt;margin-left:-27.55pt;margin-top:44.9pt;height:8.4pt;width:8.4pt;z-index:251696128;mso-width-relative:page;mso-height-relative:page;" fillcolor="#FFFFFF [3212]" filled="t" stroked="f" coordsize="341,341" o:gfxdata="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" path="m170,0c76,0,0,77,0,171c0,265,76,341,170,341c264,341,341,265,341,171c341,77,264,0,170,0xm170,317c90,317,24,251,24,171c24,90,90,25,170,25c251,25,316,90,316,171c316,251,251,317,170,317xm231,171c170,171,170,171,170,171c170,86,170,86,170,86c170,79,165,73,158,73c151,73,146,79,146,86c146,183,146,183,146,183c146,190,151,195,158,195c231,195,231,195,231,195c238,195,243,190,243,183c243,176,238,171,231,171xm231,171c231,171,231,171,231,171e">
                <v:path o:connectlocs="107633,0;0,108266;107633,215900;215900,108266;107633,0;107633,200704;15195,108266;107633,15828;200071,108266;107633,200704;146254,108266;107633,108266;107633,54449;100035,46219;92438,54449;92438,115864;100035,123461;146254,123461;153852,115864;146254,108266;146254,108266;146254,108266" o:connectangles="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915035</wp:posOffset>
                </wp:positionV>
                <wp:extent cx="110490" cy="77470"/>
                <wp:effectExtent l="0" t="0" r="3810" b="17780"/>
                <wp:wrapNone/>
                <wp:docPr id="28" name="任意多边形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H="1">
                          <a:off x="3093085" y="1829435"/>
                          <a:ext cx="110490" cy="774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155239615"/>
                            </a:cxn>
                            <a:cxn ang="0">
                              <a:pos x="70554995" y="91800084"/>
                            </a:cxn>
                            <a:cxn ang="0">
                              <a:pos x="113338490" y="126878200"/>
                            </a:cxn>
                            <a:cxn ang="0">
                              <a:pos x="156121986" y="91800084"/>
                            </a:cxn>
                            <a:cxn ang="0">
                              <a:pos x="226676981" y="155239615"/>
                            </a:cxn>
                            <a:cxn ang="0">
                              <a:pos x="0" y="155239615"/>
                            </a:cxn>
                            <a:cxn ang="0">
                              <a:pos x="0" y="155239615"/>
                            </a:cxn>
                            <a:cxn ang="0">
                              <a:pos x="0" y="155239615"/>
                            </a:cxn>
                            <a:cxn ang="0">
                              <a:pos x="162876864" y="85083383"/>
                            </a:cxn>
                            <a:cxn ang="0">
                              <a:pos x="226676981" y="35824128"/>
                            </a:cxn>
                            <a:cxn ang="0">
                              <a:pos x="226676981" y="141059338"/>
                            </a:cxn>
                            <a:cxn ang="0">
                              <a:pos x="162876864" y="85083383"/>
                            </a:cxn>
                            <a:cxn ang="0">
                              <a:pos x="162876864" y="85083383"/>
                            </a:cxn>
                            <a:cxn ang="0">
                              <a:pos x="162876864" y="85083383"/>
                            </a:cxn>
                            <a:cxn ang="0">
                              <a:pos x="0" y="141059338"/>
                            </a:cxn>
                            <a:cxn ang="0">
                              <a:pos x="0" y="35824128"/>
                            </a:cxn>
                            <a:cxn ang="0">
                              <a:pos x="63800117" y="85083383"/>
                            </a:cxn>
                            <a:cxn ang="0">
                              <a:pos x="0" y="141059338"/>
                            </a:cxn>
                            <a:cxn ang="0">
                              <a:pos x="0" y="141059338"/>
                            </a:cxn>
                            <a:cxn ang="0">
                              <a:pos x="0" y="141059338"/>
                            </a:cxn>
                            <a:cxn ang="0">
                              <a:pos x="113338490" y="113443936"/>
                            </a:cxn>
                            <a:cxn ang="0">
                              <a:pos x="0" y="21643852"/>
                            </a:cxn>
                            <a:cxn ang="0">
                              <a:pos x="0" y="0"/>
                            </a:cxn>
                            <a:cxn ang="0">
                              <a:pos x="226676981" y="0"/>
                            </a:cxn>
                            <a:cxn ang="0">
                              <a:pos x="226676981" y="21643852"/>
                            </a:cxn>
                            <a:cxn ang="0">
                              <a:pos x="113338490" y="113443936"/>
                            </a:cxn>
                            <a:cxn ang="0">
                              <a:pos x="113338490" y="113443936"/>
                            </a:cxn>
                            <a:cxn ang="0">
                              <a:pos x="113338490" y="113443936"/>
                            </a:cxn>
                            <a:cxn ang="0">
                              <a:pos x="113338490" y="113443936"/>
                            </a:cxn>
                            <a:cxn ang="0">
                              <a:pos x="113338490" y="113443936"/>
                            </a:cxn>
                          </a:cxnLst>
                          <a:pathLst>
                            <a:path w="302" h="208">
                              <a:moveTo>
                                <a:pt x="0" y="208"/>
                              </a:moveTo>
                              <a:lnTo>
                                <a:pt x="94" y="123"/>
                              </a:lnTo>
                              <a:lnTo>
                                <a:pt x="151" y="170"/>
                              </a:lnTo>
                              <a:lnTo>
                                <a:pt x="208" y="123"/>
                              </a:lnTo>
                              <a:lnTo>
                                <a:pt x="302" y="208"/>
                              </a:lnTo>
                              <a:lnTo>
                                <a:pt x="0" y="208"/>
                              </a:lnTo>
                              <a:moveTo>
                                <a:pt x="217" y="114"/>
                              </a:moveTo>
                              <a:lnTo>
                                <a:pt x="302" y="48"/>
                              </a:lnTo>
                              <a:lnTo>
                                <a:pt x="302" y="189"/>
                              </a:lnTo>
                              <a:lnTo>
                                <a:pt x="217" y="114"/>
                              </a:lnTo>
                              <a:moveTo>
                                <a:pt x="0" y="189"/>
                              </a:moveTo>
                              <a:lnTo>
                                <a:pt x="0" y="48"/>
                              </a:lnTo>
                              <a:lnTo>
                                <a:pt x="85" y="114"/>
                              </a:lnTo>
                              <a:lnTo>
                                <a:pt x="0" y="189"/>
                              </a:lnTo>
                              <a:moveTo>
                                <a:pt x="151" y="152"/>
                              </a:moveTo>
                              <a:lnTo>
                                <a:pt x="0" y="29"/>
                              </a:lnTo>
                              <a:lnTo>
                                <a:pt x="0" y="0"/>
                              </a:lnTo>
                              <a:lnTo>
                                <a:pt x="302" y="0"/>
                              </a:lnTo>
                              <a:lnTo>
                                <a:pt x="302" y="29"/>
                              </a:lnTo>
                              <a:lnTo>
                                <a:pt x="151" y="152"/>
                              </a:lnTo>
                              <a:moveTo>
                                <a:pt x="151" y="152"/>
                              </a:moveTo>
                              <a:lnTo>
                                <a:pt x="151" y="152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1" o:spid="_x0000_s1026" o:spt="100" style="position:absolute;left:0pt;flip:x;margin-left:153.55pt;margin-top:72.05pt;height:6.1pt;width:8.7pt;z-index:251695104;mso-width-relative:page;mso-height-relative:page;" fillcolor="#FFFFFF [3212]" filled="t" stroked="f" coordsize="302,208" o:gfxdata="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DIzOGd2AAAAAsBAAAPAAAAAAAA&#10;AAEAIAAAACIAAABkcnMvZG93bnJldi54bWxQSwECFAAUAAAACACHTuJAMPVGTKEDAADpDQAADgAA&#10;AAAAAAABACAAAAAnAQAAZHJzL2Uyb0RvYy54bWxQSwUGAAAAAAYABgBZAQAAOgcAAAAA&#10;" path="m0,208l94,123,151,170,208,123,302,208,0,208m217,114l302,48,302,189,217,114m0,189l0,48,85,114,0,189m151,152l0,29,0,0,302,0,302,29,151,152m151,152l151,152e">
                <v:path o:connectlocs="0,155239615;70554995,91800084;113338490,126878200;156121986,91800084;226676981,155239615;0,155239615;0,155239615;0,155239615;162876864,85083383;226676981,35824128;226676981,141059338;162876864,85083383;162876864,85083383;162876864,85083383;0,141059338;0,35824128;63800117,85083383;0,141059338;0,141059338;0,141059338;113338490,113443936;0,21643852;0,0;226676981,0;226676981,21643852;113338490,113443936;113338490,113443936;113338490,113443936;113338490,113443936;113338490,113443936" o:connectangles="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573405</wp:posOffset>
                </wp:positionV>
                <wp:extent cx="97790" cy="99060"/>
                <wp:effectExtent l="0" t="0" r="16510" b="15240"/>
                <wp:wrapNone/>
                <wp:docPr id="68" name="任意多边形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3100705" y="1487805"/>
                          <a:ext cx="97790" cy="9906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4" y="36"/>
                            </a:cxn>
                            <a:cxn ang="0">
                              <a:pos x="36" y="44"/>
                            </a:cxn>
                            <a:cxn ang="0">
                              <a:pos x="24" y="36"/>
                            </a:cxn>
                            <a:cxn ang="0">
                              <a:pos x="16" y="24"/>
                            </a:cxn>
                            <a:cxn ang="0">
                              <a:pos x="24" y="16"/>
                            </a:cxn>
                            <a:cxn ang="0">
                              <a:pos x="12" y="0"/>
                            </a:cxn>
                            <a:cxn ang="0">
                              <a:pos x="0" y="12"/>
                            </a:cxn>
                            <a:cxn ang="0">
                              <a:pos x="16" y="44"/>
                            </a:cxn>
                            <a:cxn ang="0">
                              <a:pos x="48" y="60"/>
                            </a:cxn>
                            <a:cxn ang="0">
                              <a:pos x="60" y="48"/>
                            </a:cxn>
                            <a:cxn ang="0">
                              <a:pos x="44" y="36"/>
                            </a:cxn>
                          </a:cxnLst>
                          <a:pathLst>
                            <a:path w="60" h="60">
                              <a:moveTo>
                                <a:pt x="44" y="36"/>
                              </a:moveTo>
                              <a:cubicBezTo>
                                <a:pt x="40" y="40"/>
                                <a:pt x="40" y="44"/>
                                <a:pt x="36" y="44"/>
                              </a:cubicBezTo>
                              <a:cubicBezTo>
                                <a:pt x="32" y="44"/>
                                <a:pt x="28" y="40"/>
                                <a:pt x="24" y="36"/>
                              </a:cubicBezTo>
                              <a:cubicBezTo>
                                <a:pt x="20" y="32"/>
                                <a:pt x="16" y="28"/>
                                <a:pt x="16" y="24"/>
                              </a:cubicBezTo>
                              <a:cubicBezTo>
                                <a:pt x="16" y="20"/>
                                <a:pt x="20" y="20"/>
                                <a:pt x="24" y="16"/>
                              </a:cubicBezTo>
                              <a:cubicBezTo>
                                <a:pt x="28" y="12"/>
                                <a:pt x="16" y="0"/>
                                <a:pt x="12" y="0"/>
                              </a:cubicBezTo>
                              <a:cubicBezTo>
                                <a:pt x="8" y="0"/>
                                <a:pt x="0" y="12"/>
                                <a:pt x="0" y="12"/>
                              </a:cubicBezTo>
                              <a:cubicBezTo>
                                <a:pt x="0" y="20"/>
                                <a:pt x="8" y="36"/>
                                <a:pt x="16" y="44"/>
                              </a:cubicBezTo>
                              <a:cubicBezTo>
                                <a:pt x="24" y="52"/>
                                <a:pt x="40" y="60"/>
                                <a:pt x="48" y="60"/>
                              </a:cubicBezTo>
                              <a:cubicBezTo>
                                <a:pt x="48" y="60"/>
                                <a:pt x="60" y="52"/>
                                <a:pt x="60" y="48"/>
                              </a:cubicBezTo>
                              <a:cubicBezTo>
                                <a:pt x="60" y="44"/>
                                <a:pt x="48" y="32"/>
                                <a:pt x="44" y="3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0" o:spid="_x0000_s1026" o:spt="100" style="position:absolute;left:0pt;margin-left:154.15pt;margin-top:45.15pt;height:7.8pt;width:7.7pt;z-index:251694080;mso-width-relative:page;mso-height-relative:page;" fillcolor="#FFFFFF [3212]" filled="t" stroked="f" coordsize="60,60" o:gfxdata="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tMI7YtkAAAAKAQAADwAAAAAAAAABACAAAAAiAAAAZHJzL2Rv&#10;d25yZXYueG1sUEsBAhQAFAAAAAgAh07iQEHN9/EdAwAAogkAAA4AAAAAAAAAAQAgAAAAKAEAAGRy&#10;cy9lMm9Eb2MueG1sUEsFBgAAAAAGAAYAWQEAALcGAAAAAA==&#10;" path="m44,36c40,40,40,44,36,44c32,44,28,40,24,36c20,32,16,28,16,24c16,20,20,20,24,16c28,12,16,0,12,0c8,0,0,12,0,12c0,20,8,36,16,44c24,52,40,60,48,60c48,60,60,52,60,48c60,44,48,32,44,36e">
                <v:path o:connectlocs="44,36;36,44;24,36;16,24;24,16;12,0;0,12;16,44;48,60;60,48;44,36" o:connectangles="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905510</wp:posOffset>
                </wp:positionV>
                <wp:extent cx="127635" cy="102870"/>
                <wp:effectExtent l="0" t="0" r="8890" b="11430"/>
                <wp:wrapNone/>
                <wp:docPr id="65" name="任意多边形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776605" y="1819910"/>
                          <a:ext cx="127635" cy="1028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09" y="121"/>
                            </a:cxn>
                            <a:cxn ang="0">
                              <a:pos x="213" y="89"/>
                            </a:cxn>
                            <a:cxn ang="0">
                              <a:pos x="224" y="89"/>
                            </a:cxn>
                            <a:cxn ang="0">
                              <a:pos x="228" y="121"/>
                            </a:cxn>
                            <a:cxn ang="0">
                              <a:pos x="209" y="121"/>
                            </a:cxn>
                            <a:cxn ang="0">
                              <a:pos x="213" y="72"/>
                            </a:cxn>
                            <a:cxn ang="0">
                              <a:pos x="216" y="72"/>
                            </a:cxn>
                            <a:cxn ang="0">
                              <a:pos x="216" y="33"/>
                            </a:cxn>
                            <a:cxn ang="0">
                              <a:pos x="124" y="47"/>
                            </a:cxn>
                            <a:cxn ang="0">
                              <a:pos x="27" y="32"/>
                            </a:cxn>
                            <a:cxn ang="0">
                              <a:pos x="27" y="12"/>
                            </a:cxn>
                            <a:cxn ang="0">
                              <a:pos x="119" y="0"/>
                            </a:cxn>
                            <a:cxn ang="0">
                              <a:pos x="219" y="15"/>
                            </a:cxn>
                            <a:cxn ang="0">
                              <a:pos x="221" y="15"/>
                            </a:cxn>
                            <a:cxn ang="0">
                              <a:pos x="221" y="72"/>
                            </a:cxn>
                            <a:cxn ang="0">
                              <a:pos x="224" y="72"/>
                            </a:cxn>
                            <a:cxn ang="0">
                              <a:pos x="224" y="84"/>
                            </a:cxn>
                            <a:cxn ang="0">
                              <a:pos x="213" y="84"/>
                            </a:cxn>
                            <a:cxn ang="0">
                              <a:pos x="213" y="72"/>
                            </a:cxn>
                            <a:cxn ang="0">
                              <a:pos x="49" y="146"/>
                            </a:cxn>
                            <a:cxn ang="0">
                              <a:pos x="7" y="129"/>
                            </a:cxn>
                            <a:cxn ang="0">
                              <a:pos x="22" y="96"/>
                            </a:cxn>
                            <a:cxn ang="0">
                              <a:pos x="59" y="119"/>
                            </a:cxn>
                            <a:cxn ang="0">
                              <a:pos x="49" y="146"/>
                            </a:cxn>
                            <a:cxn ang="0">
                              <a:pos x="64" y="156"/>
                            </a:cxn>
                            <a:cxn ang="0">
                              <a:pos x="44" y="166"/>
                            </a:cxn>
                            <a:cxn ang="0">
                              <a:pos x="44" y="156"/>
                            </a:cxn>
                            <a:cxn ang="0">
                              <a:pos x="34" y="156"/>
                            </a:cxn>
                            <a:cxn ang="0">
                              <a:pos x="47" y="148"/>
                            </a:cxn>
                            <a:cxn ang="0">
                              <a:pos x="64" y="156"/>
                            </a:cxn>
                            <a:cxn ang="0">
                              <a:pos x="77" y="126"/>
                            </a:cxn>
                            <a:cxn ang="0">
                              <a:pos x="131" y="138"/>
                            </a:cxn>
                            <a:cxn ang="0">
                              <a:pos x="121" y="185"/>
                            </a:cxn>
                            <a:cxn ang="0">
                              <a:pos x="67" y="151"/>
                            </a:cxn>
                            <a:cxn ang="0">
                              <a:pos x="77" y="126"/>
                            </a:cxn>
                            <a:cxn ang="0">
                              <a:pos x="54" y="99"/>
                            </a:cxn>
                            <a:cxn ang="0">
                              <a:pos x="54" y="44"/>
                            </a:cxn>
                            <a:cxn ang="0">
                              <a:pos x="119" y="57"/>
                            </a:cxn>
                            <a:cxn ang="0">
                              <a:pos x="194" y="44"/>
                            </a:cxn>
                            <a:cxn ang="0">
                              <a:pos x="194" y="111"/>
                            </a:cxn>
                            <a:cxn ang="0">
                              <a:pos x="129" y="129"/>
                            </a:cxn>
                            <a:cxn ang="0">
                              <a:pos x="54" y="99"/>
                            </a:cxn>
                            <a:cxn ang="0">
                              <a:pos x="138" y="146"/>
                            </a:cxn>
                            <a:cxn ang="0">
                              <a:pos x="153" y="166"/>
                            </a:cxn>
                            <a:cxn ang="0">
                              <a:pos x="134" y="183"/>
                            </a:cxn>
                            <a:cxn ang="0">
                              <a:pos x="119" y="166"/>
                            </a:cxn>
                            <a:cxn ang="0">
                              <a:pos x="138" y="146"/>
                            </a:cxn>
                            <a:cxn ang="0">
                              <a:pos x="138" y="146"/>
                            </a:cxn>
                            <a:cxn ang="0">
                              <a:pos x="138" y="146"/>
                            </a:cxn>
                          </a:cxnLst>
                          <a:pathLst>
                            <a:path w="228" h="185">
                              <a:moveTo>
                                <a:pt x="209" y="121"/>
                              </a:moveTo>
                              <a:cubicBezTo>
                                <a:pt x="213" y="89"/>
                                <a:pt x="213" y="89"/>
                                <a:pt x="213" y="89"/>
                              </a:cubicBezTo>
                              <a:cubicBezTo>
                                <a:pt x="224" y="89"/>
                                <a:pt x="224" y="89"/>
                                <a:pt x="224" y="89"/>
                              </a:cubicBezTo>
                              <a:cubicBezTo>
                                <a:pt x="228" y="121"/>
                                <a:pt x="228" y="121"/>
                                <a:pt x="228" y="121"/>
                              </a:cubicBezTo>
                              <a:cubicBezTo>
                                <a:pt x="209" y="121"/>
                                <a:pt x="209" y="121"/>
                                <a:pt x="209" y="121"/>
                              </a:cubicBezTo>
                              <a:close/>
                              <a:moveTo>
                                <a:pt x="213" y="72"/>
                              </a:moveTo>
                              <a:cubicBezTo>
                                <a:pt x="216" y="72"/>
                                <a:pt x="216" y="72"/>
                                <a:pt x="216" y="72"/>
                              </a:cubicBezTo>
                              <a:cubicBezTo>
                                <a:pt x="216" y="33"/>
                                <a:pt x="216" y="33"/>
                                <a:pt x="216" y="33"/>
                              </a:cubicBezTo>
                              <a:cubicBezTo>
                                <a:pt x="124" y="47"/>
                                <a:pt x="124" y="47"/>
                                <a:pt x="124" y="47"/>
                              </a:cubicBezTo>
                              <a:cubicBezTo>
                                <a:pt x="27" y="32"/>
                                <a:pt x="27" y="32"/>
                                <a:pt x="27" y="32"/>
                              </a:cubicBezTo>
                              <a:cubicBezTo>
                                <a:pt x="27" y="12"/>
                                <a:pt x="27" y="12"/>
                                <a:pt x="27" y="12"/>
                              </a:cubicBezTo>
                              <a:cubicBezTo>
                                <a:pt x="119" y="0"/>
                                <a:pt x="119" y="0"/>
                                <a:pt x="119" y="0"/>
                              </a:cubicBezTo>
                              <a:cubicBezTo>
                                <a:pt x="219" y="15"/>
                                <a:pt x="219" y="15"/>
                                <a:pt x="219" y="15"/>
                              </a:cubicBezTo>
                              <a:cubicBezTo>
                                <a:pt x="221" y="15"/>
                                <a:pt x="221" y="15"/>
                                <a:pt x="221" y="15"/>
                              </a:cubicBezTo>
                              <a:cubicBezTo>
                                <a:pt x="221" y="72"/>
                                <a:pt x="221" y="72"/>
                                <a:pt x="221" y="72"/>
                              </a:cubicBezTo>
                              <a:cubicBezTo>
                                <a:pt x="224" y="72"/>
                                <a:pt x="224" y="72"/>
                                <a:pt x="224" y="72"/>
                              </a:cubicBezTo>
                              <a:cubicBezTo>
                                <a:pt x="224" y="84"/>
                                <a:pt x="224" y="84"/>
                                <a:pt x="224" y="84"/>
                              </a:cubicBezTo>
                              <a:cubicBezTo>
                                <a:pt x="213" y="84"/>
                                <a:pt x="213" y="84"/>
                                <a:pt x="213" y="84"/>
                              </a:cubicBezTo>
                              <a:cubicBezTo>
                                <a:pt x="213" y="72"/>
                                <a:pt x="213" y="72"/>
                                <a:pt x="213" y="72"/>
                              </a:cubicBezTo>
                              <a:close/>
                              <a:moveTo>
                                <a:pt x="49" y="146"/>
                              </a:moveTo>
                              <a:cubicBezTo>
                                <a:pt x="49" y="146"/>
                                <a:pt x="30" y="133"/>
                                <a:pt x="7" y="129"/>
                              </a:cubicBezTo>
                              <a:cubicBezTo>
                                <a:pt x="7" y="129"/>
                                <a:pt x="0" y="108"/>
                                <a:pt x="22" y="96"/>
                              </a:cubicBezTo>
                              <a:cubicBezTo>
                                <a:pt x="59" y="119"/>
                                <a:pt x="59" y="119"/>
                                <a:pt x="59" y="119"/>
                              </a:cubicBezTo>
                              <a:cubicBezTo>
                                <a:pt x="59" y="119"/>
                                <a:pt x="46" y="121"/>
                                <a:pt x="49" y="146"/>
                              </a:cubicBezTo>
                              <a:close/>
                              <a:moveTo>
                                <a:pt x="64" y="156"/>
                              </a:moveTo>
                              <a:cubicBezTo>
                                <a:pt x="44" y="166"/>
                                <a:pt x="44" y="166"/>
                                <a:pt x="44" y="166"/>
                              </a:cubicBezTo>
                              <a:cubicBezTo>
                                <a:pt x="44" y="156"/>
                                <a:pt x="44" y="156"/>
                                <a:pt x="44" y="156"/>
                              </a:cubicBezTo>
                              <a:cubicBezTo>
                                <a:pt x="34" y="156"/>
                                <a:pt x="34" y="156"/>
                                <a:pt x="34" y="156"/>
                              </a:cubicBezTo>
                              <a:cubicBezTo>
                                <a:pt x="47" y="148"/>
                                <a:pt x="47" y="148"/>
                                <a:pt x="47" y="148"/>
                              </a:cubicBezTo>
                              <a:cubicBezTo>
                                <a:pt x="64" y="156"/>
                                <a:pt x="64" y="156"/>
                                <a:pt x="64" y="156"/>
                              </a:cubicBezTo>
                              <a:close/>
                              <a:moveTo>
                                <a:pt x="77" y="126"/>
                              </a:moveTo>
                              <a:cubicBezTo>
                                <a:pt x="77" y="126"/>
                                <a:pt x="127" y="138"/>
                                <a:pt x="131" y="138"/>
                              </a:cubicBezTo>
                              <a:cubicBezTo>
                                <a:pt x="131" y="138"/>
                                <a:pt x="99" y="156"/>
                                <a:pt x="121" y="185"/>
                              </a:cubicBezTo>
                              <a:cubicBezTo>
                                <a:pt x="67" y="151"/>
                                <a:pt x="67" y="151"/>
                                <a:pt x="67" y="151"/>
                              </a:cubicBezTo>
                              <a:cubicBezTo>
                                <a:pt x="67" y="151"/>
                                <a:pt x="63" y="133"/>
                                <a:pt x="77" y="126"/>
                              </a:cubicBezTo>
                              <a:close/>
                              <a:moveTo>
                                <a:pt x="54" y="99"/>
                              </a:moveTo>
                              <a:cubicBezTo>
                                <a:pt x="54" y="44"/>
                                <a:pt x="54" y="44"/>
                                <a:pt x="54" y="44"/>
                              </a:cubicBezTo>
                              <a:cubicBezTo>
                                <a:pt x="119" y="57"/>
                                <a:pt x="119" y="57"/>
                                <a:pt x="119" y="57"/>
                              </a:cubicBezTo>
                              <a:cubicBezTo>
                                <a:pt x="194" y="44"/>
                                <a:pt x="194" y="44"/>
                                <a:pt x="194" y="44"/>
                              </a:cubicBezTo>
                              <a:cubicBezTo>
                                <a:pt x="194" y="111"/>
                                <a:pt x="194" y="111"/>
                                <a:pt x="194" y="111"/>
                              </a:cubicBezTo>
                              <a:cubicBezTo>
                                <a:pt x="129" y="129"/>
                                <a:pt x="129" y="129"/>
                                <a:pt x="129" y="129"/>
                              </a:cubicBezTo>
                              <a:cubicBezTo>
                                <a:pt x="54" y="99"/>
                                <a:pt x="54" y="99"/>
                                <a:pt x="54" y="99"/>
                              </a:cubicBezTo>
                              <a:close/>
                              <a:moveTo>
                                <a:pt x="138" y="146"/>
                              </a:moveTo>
                              <a:cubicBezTo>
                                <a:pt x="148" y="146"/>
                                <a:pt x="155" y="155"/>
                                <a:pt x="153" y="166"/>
                              </a:cubicBezTo>
                              <a:cubicBezTo>
                                <a:pt x="151" y="175"/>
                                <a:pt x="143" y="183"/>
                                <a:pt x="134" y="183"/>
                              </a:cubicBezTo>
                              <a:cubicBezTo>
                                <a:pt x="126" y="183"/>
                                <a:pt x="119" y="175"/>
                                <a:pt x="119" y="166"/>
                              </a:cubicBezTo>
                              <a:cubicBezTo>
                                <a:pt x="119" y="155"/>
                                <a:pt x="127" y="146"/>
                                <a:pt x="138" y="146"/>
                              </a:cubicBezTo>
                              <a:close/>
                              <a:moveTo>
                                <a:pt x="138" y="146"/>
                              </a:moveTo>
                              <a:cubicBezTo>
                                <a:pt x="138" y="146"/>
                                <a:pt x="138" y="146"/>
                                <a:pt x="138" y="14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51" o:spid="_x0000_s1026" o:spt="100" style="position:absolute;left:0pt;margin-left:-28.85pt;margin-top:71.3pt;height:8.1pt;width:10.05pt;z-index:251693056;mso-width-relative:page;mso-height-relative:page;" fillcolor="#FFFFFF [3212]" filled="t" stroked="f" coordsize="228,185" o:gfxdata="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" path="m209,121c213,89,213,89,213,89c224,89,224,89,224,89c228,121,228,121,228,121c209,121,209,121,209,121xm213,72c216,72,216,72,216,72c216,33,216,33,216,33c124,47,124,47,124,47c27,32,27,32,27,32c27,12,27,12,27,12c119,0,119,0,119,0c219,15,219,15,219,15c221,15,221,15,221,15c221,72,221,72,221,72c224,72,224,72,224,72c224,84,224,84,224,84c213,84,213,84,213,84c213,72,213,72,213,72xm49,146c49,146,30,133,7,129c7,129,0,108,22,96c59,119,59,119,59,119c59,119,46,121,49,146xm64,156c44,166,44,166,44,166c44,156,44,156,44,156c34,156,34,156,34,156c47,148,47,148,47,148c64,156,64,156,64,156xm77,126c77,126,127,138,131,138c131,138,99,156,121,185c67,151,67,151,67,151c67,151,63,133,77,126xm54,99c54,44,54,44,54,44c119,57,119,57,119,57c194,44,194,44,194,44c194,111,194,111,194,111c129,129,129,129,129,129c54,99,54,99,54,99xm138,146c148,146,155,155,153,166c151,175,143,183,134,183c126,183,119,175,119,166c119,155,127,146,138,146xm138,146c138,146,138,146,138,146e">
                <v:path o:connectlocs="209,121;213,89;224,89;228,121;209,121;213,72;216,72;216,33;124,47;27,32;27,12;119,0;219,15;221,15;221,72;224,72;224,84;213,84;213,72;49,146;7,129;22,96;59,119;49,146;64,156;44,166;44,156;34,156;47,148;64,156;77,126;131,138;121,185;67,151;77,126;54,99;54,44;119,57;194,44;194,111;129,129;54,99;138,146;153,166;134,183;119,166;138,146;138,146;138,146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850900</wp:posOffset>
                </wp:positionV>
                <wp:extent cx="210820" cy="210820"/>
                <wp:effectExtent l="0" t="0" r="17780" b="17780"/>
                <wp:wrapNone/>
                <wp:docPr id="29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44190" y="1765300"/>
                          <a:ext cx="210820" cy="21082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 20" o:spid="_x0000_s1026" o:spt="3" type="#_x0000_t3" style="position:absolute;left:0pt;margin-left:149.7pt;margin-top:67pt;height:16.6pt;width:16.6pt;z-index:251692032;v-text-anchor:middle;mso-width-relative:page;mso-height-relative:page;" fillcolor="#5B9BD5 [3204]" filled="t" stroked="f" coordsize="21600,21600" o:gfxdata="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YDyU92QAAAAsBAAAPAAAA&#10;AAAAAAEAIAAAACIAAABkcnMvZG93bnJldi54bWxQSwECFAAUAAAACACHTuJARk0No4YCAADhBAAA&#10;DgAAAAAAAAABACAAAAAoAQAAZHJzL2Uyb0RvYy54bWxQSwUGAAAAAAYABgBZAQAAIA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517525</wp:posOffset>
                </wp:positionV>
                <wp:extent cx="210820" cy="210820"/>
                <wp:effectExtent l="0" t="0" r="17780" b="17780"/>
                <wp:wrapNone/>
                <wp:docPr id="157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44190" y="1431925"/>
                          <a:ext cx="210820" cy="21082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 16" o:spid="_x0000_s1026" o:spt="3" type="#_x0000_t3" style="position:absolute;left:0pt;margin-left:149.7pt;margin-top:40.75pt;height:16.6pt;width:16.6pt;z-index:251691008;v-text-anchor:middle;mso-width-relative:page;mso-height-relative:page;" fillcolor="#5B9BD5 [3204]" filled="t" stroked="f" coordsize="21600,21600" o:gfxdata="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AxbDcHZAAAACgEAAA8A&#10;AAAAAAAAAQAgAAAAIgAAAGRycy9kb3ducmV2LnhtbFBLAQIUABQAAAAIAIdO4kBxTfA/iAIAAOIE&#10;AAAOAAAAAAAAAAEAIAAAACgBAABkcnMvZTJvRG9jLnhtbFBLBQYAAAAABgAGAFkBAAAi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850900</wp:posOffset>
                </wp:positionV>
                <wp:extent cx="210820" cy="210820"/>
                <wp:effectExtent l="0" t="0" r="17780" b="17780"/>
                <wp:wrapNone/>
                <wp:docPr id="64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2315" y="1765300"/>
                          <a:ext cx="210820" cy="21082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6" o:spid="_x0000_s1026" o:spt="3" type="#_x0000_t3" style="position:absolute;left:0pt;margin-left:-31.55pt;margin-top:67pt;height:16.6pt;width:16.6pt;z-index:251689984;v-text-anchor:middle;mso-width-relative:page;mso-height-relative:page;" fillcolor="#5B9BD5 [3204]" filled="t" stroked="f" coordsize="21600,21600" o:gfxdata="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SMS5bdoAAAALAQAADwAAAAAAAAABACAAAAAi&#10;AAAAZHJzL2Rvd25yZXYueG1sUEsBAhQAFAAAAAgAh07iQHQLN956AgAA2QQAAA4AAAAAAAAAAQAg&#10;AAAAKQ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517525</wp:posOffset>
                </wp:positionV>
                <wp:extent cx="210820" cy="210820"/>
                <wp:effectExtent l="0" t="0" r="17780" b="17780"/>
                <wp:wrapNone/>
                <wp:docPr id="156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2315" y="1431925"/>
                          <a:ext cx="210820" cy="21082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 1" o:spid="_x0000_s1026" o:spt="3" type="#_x0000_t3" style="position:absolute;left:0pt;margin-left:-31.55pt;margin-top:40.75pt;height:16.6pt;width:16.6pt;z-index:251688960;v-text-anchor:middle;mso-width-relative:page;mso-height-relative:page;" fillcolor="#5B9BD5 [3204]" filled="t" stroked="f" coordsize="21600,21600" o:gfxdata="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q5ZNZNkAAAAKAQAADwAA&#10;AAAAAAABACAAAAAiAAAAZHJzL2Rvd25yZXYueG1sUEsBAhQAFAAAAAgAh07iQOnU6BuHAgAA4AQA&#10;AA4AAAAAAAAAAQAgAAAAKAEAAGRycy9lMm9Eb2MueG1sUEsFBgAAAAAGAAYAWQEAACE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481965</wp:posOffset>
                </wp:positionV>
                <wp:extent cx="4251960" cy="697865"/>
                <wp:effectExtent l="0" t="0" r="0" b="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5355" y="1396365"/>
                          <a:ext cx="4251960" cy="697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84" w:lineRule="auto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808080" w:themeColor="text1" w:themeTint="80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生日：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202X-10-01                电话：130-1300-0000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84" w:lineRule="auto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学历：大学本科                   邮箱：docer@126.com</w:t>
                            </w:r>
                          </w:p>
                          <w:p>
                            <w:pPr>
                              <w:rPr>
                                <w:rFonts w:hint="eastAsia" w:ascii="汉仪文黑-55简" w:hAnsi="汉仪文黑-55简" w:eastAsia="汉仪文黑-55简" w:cs="汉仪文黑-55简"/>
                                <w:color w:val="FFFFFF" w:themeColor="background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35pt;margin-top:37.95pt;height:54.95pt;width:334.8pt;z-index:251687936;mso-width-relative:page;mso-height-relative:page;" filled="f" stroked="f" coordsize="21600,21600" o:gfxdata="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e6Kuc2wAAAAoBAAAPAAAAAAAA&#10;AAEAIAAAACIAAABkcnMvZG93bnJldi54bWxQSwECFAAUAAAACACHTuJA7oxYi0gCAABz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84" w:lineRule="auto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808080" w:themeColor="text1" w:themeTint="80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生日：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202X-10-01                电话：130-1300-0000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84" w:lineRule="auto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学历：大学本科                   邮箱：docer@126.com</w:t>
                      </w:r>
                    </w:p>
                    <w:p>
                      <w:pPr>
                        <w:rPr>
                          <w:rFonts w:hint="eastAsia" w:ascii="汉仪文黑-55简" w:hAnsi="汉仪文黑-55简" w:eastAsia="汉仪文黑-55简" w:cs="汉仪文黑-55简"/>
                          <w:color w:val="FFFFFF" w:themeColor="background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-444500</wp:posOffset>
                </wp:positionV>
                <wp:extent cx="1189355" cy="563880"/>
                <wp:effectExtent l="0" t="0" r="0" b="0"/>
                <wp:wrapNone/>
                <wp:docPr id="2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5305" y="450850"/>
                          <a:ext cx="1189355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50"/>
                                <w:szCs w:val="5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50"/>
                                <w:szCs w:val="5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邓雨薇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37.05pt;margin-top:-35pt;height:44.4pt;width:93.65pt;z-index:251665408;mso-width-relative:page;mso-height-relative:page;" filled="f" stroked="f" coordsize="21600,21600" o:gfxdata="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t8s2NkAAAAKAQAADwAAAAAAAAABACAA&#10;AAAiAAAAZHJzL2Rvd25yZXYueG1sUEsBAhQAFAAAAAgAh07iQLwJX+xFAgAAcAQAAA4AAAAAAAAA&#10;AQAgAAAAKA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distribute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50"/>
                          <w:szCs w:val="5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50"/>
                          <w:szCs w:val="5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邓雨薇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-220345</wp:posOffset>
                </wp:positionV>
                <wp:extent cx="1518285" cy="319405"/>
                <wp:effectExtent l="0" t="0" r="0" b="0"/>
                <wp:wrapNone/>
                <wp:docPr id="34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97405" y="661035"/>
                          <a:ext cx="1518285" cy="319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求职意向：财务助理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77.7pt;margin-top:-17.35pt;height:25.15pt;width:119.55pt;z-index:251671552;mso-width-relative:page;mso-height-relative:page;" filled="f" stroked="f" coordsize="21600,21600" o:gfxdata="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btMdPbAAAACgEAAA8AAAAAAAAA&#10;AQAgAAAAIgAAAGRycy9kb3ducmV2LnhtbFBLAQIUABQAAAAIAIdO4kC+xPhURwIAAHM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distribute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求职意向：财务助理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-908685</wp:posOffset>
                </wp:positionH>
                <wp:positionV relativeFrom="paragraph">
                  <wp:posOffset>-964565</wp:posOffset>
                </wp:positionV>
                <wp:extent cx="1264920" cy="42418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7080" y="80010"/>
                          <a:ext cx="1264920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汉仪文黑-55简" w:hAnsi="汉仪文黑-55简" w:eastAsia="汉仪文黑-55简" w:cs="汉仪文黑-55简"/>
                                <w:color w:val="FFFFFF" w:themeColor="background1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FFFFFF" w:themeColor="background1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55pt;margin-top:-75.95pt;height:33.4pt;width:99.6pt;z-index:251700224;mso-width-relative:page;mso-height-relative:page;" filled="f" stroked="f" coordsize="21600,21600" o:gfxdata="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iNa8ndwAAAAMAQAADwAAAAAAAAAB&#10;ACAAAAAiAAAAZHJzL2Rvd25yZXYueG1sUEsBAhQAFAAAAAgAh07iQC7LrD9FAgAAcQ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汉仪文黑-55简" w:hAnsi="汉仪文黑-55简" w:eastAsia="汉仪文黑-55简" w:cs="汉仪文黑-55简"/>
                          <w:color w:val="FFFFFF" w:themeColor="background1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FFFFFF" w:themeColor="background1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4116070</wp:posOffset>
                </wp:positionH>
                <wp:positionV relativeFrom="paragraph">
                  <wp:posOffset>-963930</wp:posOffset>
                </wp:positionV>
                <wp:extent cx="2121535" cy="43497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65655" y="74295"/>
                          <a:ext cx="2121535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汉仪文黑-55简" w:hAnsi="汉仪文黑-55简" w:eastAsia="汉仪文黑-55简" w:cs="汉仪文黑-55简"/>
                                <w:color w:val="5B9BD5" w:themeColor="accent1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5B9BD5" w:themeColor="accent1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Perosnal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1pt;margin-top:-75.9pt;height:34.25pt;width:167.05pt;z-index:251679744;mso-width-relative:page;mso-height-relative:page;" filled="f" stroked="f" coordsize="21600,21600" o:gfxdata="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fpP6n9wAAAAMAQAADwAAAAAA&#10;AAABACAAAAAiAAAAZHJzL2Rvd25yZXYueG1sUEsBAhQAFAAAAAgAh07iQBnnjyZIAgAAcg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汉仪文黑-55简" w:hAnsi="汉仪文黑-55简" w:eastAsia="汉仪文黑-55简" w:cs="汉仪文黑-55简"/>
                          <w:color w:val="5B9BD5" w:themeColor="accent1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5B9BD5" w:themeColor="accent1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Perosnal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-1423035</wp:posOffset>
                </wp:positionH>
                <wp:positionV relativeFrom="paragraph">
                  <wp:posOffset>-998855</wp:posOffset>
                </wp:positionV>
                <wp:extent cx="2418715" cy="459105"/>
                <wp:effectExtent l="17780" t="9525" r="20955" b="26670"/>
                <wp:wrapNone/>
                <wp:docPr id="23" name="平行四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715" cy="459105"/>
                        </a:xfrm>
                        <a:prstGeom prst="parallelogram">
                          <a:avLst>
                            <a:gd name="adj" fmla="val 66528"/>
                          </a:avLst>
                        </a:prstGeom>
                        <a:solidFill>
                          <a:srgbClr val="5B9BD5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-112.05pt;margin-top:-78.65pt;height:36.15pt;width:190.45pt;z-index:251699200;v-text-anchor:middle;mso-width-relative:page;mso-height-relative:page;" fillcolor="#5B9BD5" filled="t" stroked="t" coordsize="21600,21600" o:gfxdata="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HHnhRDbAAAADQEAAA8AAAAAAAAAAQAgAAAAIgAAAGRycy9kb3ducmV2Lnht&#10;bFBLAQIUABQAAAAIAIdO4kALEs+ToQIAADQFAAAOAAAAAAAAAAEAIAAAACoBAABkcnMvZTJvRG9j&#10;LnhtbFBLBQYAAAAABgAGAFkBAAA9BgAAAAA=&#10;" adj="2727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-371475</wp:posOffset>
                </wp:positionV>
                <wp:extent cx="1576070" cy="1576070"/>
                <wp:effectExtent l="9525" t="9525" r="14605" b="14605"/>
                <wp:wrapNone/>
                <wp:docPr id="72" name="椭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1576070"/>
                        </a:xfrm>
                        <a:prstGeom prst="ellipse">
                          <a:avLst/>
                        </a:prstGeom>
                        <a:blipFill rotWithShape="1">
                          <a:blip r:embed="rId4"/>
                          <a:stretch>
                            <a:fillRect/>
                          </a:stretch>
                        </a:blip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8.6pt;margin-top:-29.25pt;height:124.1pt;width:124.1pt;z-index:251672576;v-text-anchor:middle;mso-width-relative:page;mso-height-relative:page;" filled="t" stroked="t" coordsize="21600,21600" o:gfxdata="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">
                <v:fill type="frame" on="t" focussize="0,0" recolor="t" rotate="t" r:id="rId4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111760</wp:posOffset>
                </wp:positionV>
                <wp:extent cx="4017010" cy="349885"/>
                <wp:effectExtent l="0" t="0" r="0" b="0"/>
                <wp:wrapNone/>
                <wp:docPr id="4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0" cy="34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D9D9D9" w:themeColor="background1" w:themeShade="D9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D9D9D9" w:themeColor="background1" w:themeShade="D9"/>
                                <w:sz w:val="20"/>
                                <w:szCs w:val="20"/>
                                <w:lang w:val="en-US" w:eastAsia="zh-CN"/>
                              </w:rPr>
                              <w:t>沟通能力强，性格开朗，有责任感和较高的工作热情，处事冷静。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37.05pt;margin-top:8.8pt;height:27.55pt;width:316.3pt;z-index:251678720;mso-width-relative:page;mso-height-relative:page;" filled="f" stroked="f" coordsize="21600,21600" o:gfxdata="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jn+Y82gAAAAkBAAAPAAAAAAAAAAEAIAAAACIAAABk&#10;cnMvZG93bnJldi54bWxQSwECFAAUAAAACACHTuJAu025QT0CAABn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D9D9D9" w:themeColor="background1" w:themeShade="D9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D9D9D9" w:themeColor="background1" w:themeShade="D9"/>
                          <w:sz w:val="20"/>
                          <w:szCs w:val="20"/>
                          <w:lang w:val="en-US" w:eastAsia="zh-CN"/>
                        </w:rPr>
                        <w:t>沟通能力强，性格开朗，有责任感和较高的工作热情，处事冷静。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3651885</wp:posOffset>
                </wp:positionV>
                <wp:extent cx="6718300" cy="148145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0" cy="1481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20XX年6月-20XX年9月              XXX信息科技有限公司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财务实习生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协助应收会计处理发票相关事宜，包括核实客户发票情况、开具发票、邮寄快递发票等；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协助应收会计盖章、整理归档各类销售、赊销合同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协助录入凭证、装订凭证等，应收会计安排的其他工作，协助开展财务审计和年检；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协助主管完成日常事务性工作，协助处理帐务，申请票据，协助办理税务报表的申报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1100" w:firstLineChars="50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9pt;margin-top:287.55pt;height:116.65pt;width:529pt;z-index:251677696;mso-width-relative:page;mso-height-relative:page;" filled="f" stroked="f" coordsize="21600,21600" o:gfxdata="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n90b8twAAAALAQAADwAAAAAAAAABACAAAAAiAAAA&#10;ZHJzL2Rvd25yZXYueG1sUEsBAhQAFAAAAAgAh07iQEWpGrA8AgAAZ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20XX年6月-20XX年9月              XXX信息科技有限公司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 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财务实习生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协助应收会计处理发票相关事宜，包括核实客户发票情况、开具发票、邮寄快递发票等；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协助应收会计盖章、整理归档各类销售、赊销合同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协助录入凭证、装订凭证等，应收会计安排的其他工作，协助开展财务审计和年检；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协助主管完成日常事务性工作，协助处理帐务，申请票据，协助办理税务报表的申报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1100" w:firstLineChars="50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5486400</wp:posOffset>
                </wp:positionV>
                <wp:extent cx="5471795" cy="0"/>
                <wp:effectExtent l="0" t="0" r="0" b="0"/>
                <wp:wrapNone/>
                <wp:docPr id="1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179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45.65pt;margin-top:432pt;height:0pt;width:430.85pt;z-index:251697152;mso-width-relative:page;mso-height-relative:page;" filled="f" stroked="t" coordsize="21600,21600" o:gfxdata="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97yx7aAAAACgEAAA8AAAAAAAAAAQAgAAAAIgAAAGRycy9kb3ducmV2Lnht&#10;bFBLAQIUABQAAAAIAIdO4kDezD0g9wEAANQDAAAOAAAAAAAAAAEAIAAAACkBAABkcnMvZTJvRG9j&#10;LnhtbFBLBQYAAAAABgAGAFkBAACSBQAAAAA=&#10;">
                <v:fill on="f" focussize="0,0"/>
                <v:stroke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5236845</wp:posOffset>
                </wp:positionV>
                <wp:extent cx="929005" cy="435610"/>
                <wp:effectExtent l="0" t="0" r="0" b="0"/>
                <wp:wrapNone/>
                <wp:docPr id="1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005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eastAsia="zh-CN"/>
                              </w:rPr>
                              <w:t>获奖情况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37.9pt;margin-top:412.35pt;height:34.3pt;width:73.15pt;z-index:251686912;mso-width-relative:page;mso-height-relative:page;" filled="f" stroked="f" coordsize="21600,21600" o:gfxdata="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bXvrodwAAAAKAQAADwAAAAAAAAABACAAAAAiAAAA&#10;ZHJzL2Rvd25yZXYueG1sUEsBAhQAFAAAAAgAh07iQLl9ECE8AgAAZg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eastAsia="zh-CN"/>
                        </w:rPr>
                        <w:t>获奖情况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-725805</wp:posOffset>
                </wp:positionH>
                <wp:positionV relativeFrom="page">
                  <wp:posOffset>6292215</wp:posOffset>
                </wp:positionV>
                <wp:extent cx="197485" cy="191770"/>
                <wp:effectExtent l="0" t="0" r="12065" b="17780"/>
                <wp:wrapNone/>
                <wp:docPr id="100" name="奖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7485" cy="191770"/>
                        </a:xfrm>
                        <a:custGeom>
                          <a:avLst/>
                          <a:gdLst>
                            <a:gd name="T0" fmla="*/ 1443836 w 3333"/>
                            <a:gd name="T1" fmla="*/ 903609 h 3431"/>
                            <a:gd name="T2" fmla="*/ 1368287 w 3333"/>
                            <a:gd name="T3" fmla="*/ 893114 h 3431"/>
                            <a:gd name="T4" fmla="*/ 1423900 w 3333"/>
                            <a:gd name="T5" fmla="*/ 783443 h 3431"/>
                            <a:gd name="T6" fmla="*/ 1444361 w 3333"/>
                            <a:gd name="T7" fmla="*/ 784492 h 3431"/>
                            <a:gd name="T8" fmla="*/ 1650548 w 3333"/>
                            <a:gd name="T9" fmla="*/ 409825 h 3431"/>
                            <a:gd name="T10" fmla="*/ 1470069 w 3333"/>
                            <a:gd name="T11" fmla="*/ 201502 h 3431"/>
                            <a:gd name="T12" fmla="*/ 1470069 w 3333"/>
                            <a:gd name="T13" fmla="*/ 79761 h 3431"/>
                            <a:gd name="T14" fmla="*/ 1748658 w 3333"/>
                            <a:gd name="T15" fmla="*/ 409825 h 3431"/>
                            <a:gd name="T16" fmla="*/ 1443836 w 3333"/>
                            <a:gd name="T17" fmla="*/ 903609 h 3431"/>
                            <a:gd name="T18" fmla="*/ 880887 w 3333"/>
                            <a:gd name="T19" fmla="*/ 1170179 h 3431"/>
                            <a:gd name="T20" fmla="*/ 317413 w 3333"/>
                            <a:gd name="T21" fmla="*/ 354202 h 3431"/>
                            <a:gd name="T22" fmla="*/ 319512 w 3333"/>
                            <a:gd name="T23" fmla="*/ 0 h 3431"/>
                            <a:gd name="T24" fmla="*/ 1433343 w 3333"/>
                            <a:gd name="T25" fmla="*/ 0 h 3431"/>
                            <a:gd name="T26" fmla="*/ 1433343 w 3333"/>
                            <a:gd name="T27" fmla="*/ 354202 h 3431"/>
                            <a:gd name="T28" fmla="*/ 880887 w 3333"/>
                            <a:gd name="T29" fmla="*/ 1170179 h 3431"/>
                            <a:gd name="T30" fmla="*/ 600724 w 3333"/>
                            <a:gd name="T31" fmla="*/ 108097 h 3431"/>
                            <a:gd name="T32" fmla="*/ 462217 w 3333"/>
                            <a:gd name="T33" fmla="*/ 107573 h 3431"/>
                            <a:gd name="T34" fmla="*/ 888757 w 3333"/>
                            <a:gd name="T35" fmla="*/ 1071527 h 3431"/>
                            <a:gd name="T36" fmla="*/ 600724 w 3333"/>
                            <a:gd name="T37" fmla="*/ 108097 h 3431"/>
                            <a:gd name="T38" fmla="*/ 304822 w 3333"/>
                            <a:gd name="T39" fmla="*/ 784492 h 3431"/>
                            <a:gd name="T40" fmla="*/ 324758 w 3333"/>
                            <a:gd name="T41" fmla="*/ 783443 h 3431"/>
                            <a:gd name="T42" fmla="*/ 380371 w 3333"/>
                            <a:gd name="T43" fmla="*/ 893114 h 3431"/>
                            <a:gd name="T44" fmla="*/ 304822 w 3333"/>
                            <a:gd name="T45" fmla="*/ 903609 h 3431"/>
                            <a:gd name="T46" fmla="*/ 0 w 3333"/>
                            <a:gd name="T47" fmla="*/ 409825 h 3431"/>
                            <a:gd name="T48" fmla="*/ 278589 w 3333"/>
                            <a:gd name="T49" fmla="*/ 79761 h 3431"/>
                            <a:gd name="T50" fmla="*/ 278589 w 3333"/>
                            <a:gd name="T51" fmla="*/ 201502 h 3431"/>
                            <a:gd name="T52" fmla="*/ 98110 w 3333"/>
                            <a:gd name="T53" fmla="*/ 409825 h 3431"/>
                            <a:gd name="T54" fmla="*/ 304822 w 3333"/>
                            <a:gd name="T55" fmla="*/ 784492 h 3431"/>
                            <a:gd name="T56" fmla="*/ 776482 w 3333"/>
                            <a:gd name="T57" fmla="*/ 1318157 h 3431"/>
                            <a:gd name="T58" fmla="*/ 871443 w 3333"/>
                            <a:gd name="T59" fmla="*/ 1223178 h 3431"/>
                            <a:gd name="T60" fmla="*/ 966405 w 3333"/>
                            <a:gd name="T61" fmla="*/ 1318157 h 3431"/>
                            <a:gd name="T62" fmla="*/ 871443 w 3333"/>
                            <a:gd name="T63" fmla="*/ 1413661 h 3431"/>
                            <a:gd name="T64" fmla="*/ 776482 w 3333"/>
                            <a:gd name="T65" fmla="*/ 1318157 h 3431"/>
                            <a:gd name="T66" fmla="*/ 1147934 w 3333"/>
                            <a:gd name="T67" fmla="*/ 1530679 h 3431"/>
                            <a:gd name="T68" fmla="*/ 1057694 w 3333"/>
                            <a:gd name="T69" fmla="*/ 1620410 h 3431"/>
                            <a:gd name="T70" fmla="*/ 695686 w 3333"/>
                            <a:gd name="T71" fmla="*/ 1620410 h 3431"/>
                            <a:gd name="T72" fmla="*/ 605446 w 3333"/>
                            <a:gd name="T73" fmla="*/ 1530679 h 3431"/>
                            <a:gd name="T74" fmla="*/ 695686 w 3333"/>
                            <a:gd name="T75" fmla="*/ 1440423 h 3431"/>
                            <a:gd name="T76" fmla="*/ 1057694 w 3333"/>
                            <a:gd name="T77" fmla="*/ 1440423 h 3431"/>
                            <a:gd name="T78" fmla="*/ 1147934 w 3333"/>
                            <a:gd name="T79" fmla="*/ 1530679 h 3431"/>
                            <a:gd name="T80" fmla="*/ 515206 w 3333"/>
                            <a:gd name="T81" fmla="*/ 1656617 h 3431"/>
                            <a:gd name="T82" fmla="*/ 1199350 w 3333"/>
                            <a:gd name="T83" fmla="*/ 1656617 h 3431"/>
                            <a:gd name="T84" fmla="*/ 1289589 w 3333"/>
                            <a:gd name="T85" fmla="*/ 1800397 h 3431"/>
                            <a:gd name="T86" fmla="*/ 425491 w 3333"/>
                            <a:gd name="T87" fmla="*/ 1800397 h 3431"/>
                            <a:gd name="T88" fmla="*/ 515206 w 3333"/>
                            <a:gd name="T89" fmla="*/ 1656617 h 3431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0" t="0" r="r" b="b"/>
                          <a:pathLst>
                            <a:path w="3333" h="3431">
                              <a:moveTo>
                                <a:pt x="2752" y="1722"/>
                              </a:moveTo>
                              <a:cubicBezTo>
                                <a:pt x="2703" y="1722"/>
                                <a:pt x="2655" y="1715"/>
                                <a:pt x="2608" y="1702"/>
                              </a:cubicBezTo>
                              <a:cubicBezTo>
                                <a:pt x="2647" y="1637"/>
                                <a:pt x="2683" y="1567"/>
                                <a:pt x="2714" y="1493"/>
                              </a:cubicBezTo>
                              <a:cubicBezTo>
                                <a:pt x="2727" y="1494"/>
                                <a:pt x="2740" y="1495"/>
                                <a:pt x="2753" y="1495"/>
                              </a:cubicBezTo>
                              <a:cubicBezTo>
                                <a:pt x="3011" y="1495"/>
                                <a:pt x="3146" y="1093"/>
                                <a:pt x="3146" y="781"/>
                              </a:cubicBezTo>
                              <a:cubicBezTo>
                                <a:pt x="3146" y="520"/>
                                <a:pt x="3000" y="384"/>
                                <a:pt x="2802" y="384"/>
                              </a:cubicBezTo>
                              <a:cubicBezTo>
                                <a:pt x="2802" y="304"/>
                                <a:pt x="2802" y="221"/>
                                <a:pt x="2802" y="152"/>
                              </a:cubicBezTo>
                              <a:cubicBezTo>
                                <a:pt x="3104" y="152"/>
                                <a:pt x="3333" y="394"/>
                                <a:pt x="3333" y="781"/>
                              </a:cubicBezTo>
                              <a:cubicBezTo>
                                <a:pt x="3333" y="1218"/>
                                <a:pt x="3114" y="1722"/>
                                <a:pt x="2752" y="1722"/>
                              </a:cubicBezTo>
                              <a:close/>
                              <a:moveTo>
                                <a:pt x="1679" y="2230"/>
                              </a:moveTo>
                              <a:cubicBezTo>
                                <a:pt x="1110" y="2230"/>
                                <a:pt x="605" y="1534"/>
                                <a:pt x="605" y="675"/>
                              </a:cubicBezTo>
                              <a:cubicBezTo>
                                <a:pt x="605" y="633"/>
                                <a:pt x="607" y="42"/>
                                <a:pt x="609" y="0"/>
                              </a:cubicBezTo>
                              <a:cubicBezTo>
                                <a:pt x="2732" y="0"/>
                                <a:pt x="2732" y="0"/>
                                <a:pt x="2732" y="0"/>
                              </a:cubicBezTo>
                              <a:cubicBezTo>
                                <a:pt x="2735" y="42"/>
                                <a:pt x="2732" y="633"/>
                                <a:pt x="2732" y="675"/>
                              </a:cubicBezTo>
                              <a:cubicBezTo>
                                <a:pt x="2732" y="1534"/>
                                <a:pt x="2249" y="2230"/>
                                <a:pt x="1679" y="2230"/>
                              </a:cubicBezTo>
                              <a:close/>
                              <a:moveTo>
                                <a:pt x="1145" y="206"/>
                              </a:moveTo>
                              <a:cubicBezTo>
                                <a:pt x="881" y="205"/>
                                <a:pt x="881" y="205"/>
                                <a:pt x="881" y="205"/>
                              </a:cubicBezTo>
                              <a:cubicBezTo>
                                <a:pt x="881" y="205"/>
                                <a:pt x="854" y="1982"/>
                                <a:pt x="1694" y="2042"/>
                              </a:cubicBezTo>
                              <a:cubicBezTo>
                                <a:pt x="1051" y="1570"/>
                                <a:pt x="1145" y="206"/>
                                <a:pt x="1145" y="206"/>
                              </a:cubicBezTo>
                              <a:close/>
                              <a:moveTo>
                                <a:pt x="581" y="1495"/>
                              </a:moveTo>
                              <a:cubicBezTo>
                                <a:pt x="594" y="1495"/>
                                <a:pt x="606" y="1494"/>
                                <a:pt x="619" y="1493"/>
                              </a:cubicBezTo>
                              <a:cubicBezTo>
                                <a:pt x="650" y="1567"/>
                                <a:pt x="686" y="1637"/>
                                <a:pt x="725" y="1702"/>
                              </a:cubicBezTo>
                              <a:cubicBezTo>
                                <a:pt x="679" y="1715"/>
                                <a:pt x="630" y="1722"/>
                                <a:pt x="581" y="1722"/>
                              </a:cubicBezTo>
                              <a:cubicBezTo>
                                <a:pt x="219" y="1722"/>
                                <a:pt x="0" y="1218"/>
                                <a:pt x="0" y="781"/>
                              </a:cubicBezTo>
                              <a:cubicBezTo>
                                <a:pt x="0" y="394"/>
                                <a:pt x="229" y="152"/>
                                <a:pt x="531" y="152"/>
                              </a:cubicBezTo>
                              <a:cubicBezTo>
                                <a:pt x="531" y="221"/>
                                <a:pt x="531" y="304"/>
                                <a:pt x="531" y="384"/>
                              </a:cubicBezTo>
                              <a:cubicBezTo>
                                <a:pt x="333" y="384"/>
                                <a:pt x="187" y="520"/>
                                <a:pt x="187" y="781"/>
                              </a:cubicBezTo>
                              <a:cubicBezTo>
                                <a:pt x="187" y="1093"/>
                                <a:pt x="322" y="1495"/>
                                <a:pt x="581" y="1495"/>
                              </a:cubicBezTo>
                              <a:close/>
                              <a:moveTo>
                                <a:pt x="1480" y="2512"/>
                              </a:moveTo>
                              <a:cubicBezTo>
                                <a:pt x="1480" y="2412"/>
                                <a:pt x="1561" y="2331"/>
                                <a:pt x="1661" y="2331"/>
                              </a:cubicBezTo>
                              <a:cubicBezTo>
                                <a:pt x="1761" y="2331"/>
                                <a:pt x="1842" y="2412"/>
                                <a:pt x="1842" y="2512"/>
                              </a:cubicBezTo>
                              <a:cubicBezTo>
                                <a:pt x="1842" y="2613"/>
                                <a:pt x="1761" y="2694"/>
                                <a:pt x="1661" y="2694"/>
                              </a:cubicBezTo>
                              <a:cubicBezTo>
                                <a:pt x="1561" y="2694"/>
                                <a:pt x="1480" y="2613"/>
                                <a:pt x="1480" y="2512"/>
                              </a:cubicBezTo>
                              <a:close/>
                              <a:moveTo>
                                <a:pt x="2188" y="2917"/>
                              </a:moveTo>
                              <a:cubicBezTo>
                                <a:pt x="2188" y="3011"/>
                                <a:pt x="2111" y="3088"/>
                                <a:pt x="2016" y="3088"/>
                              </a:cubicBezTo>
                              <a:cubicBezTo>
                                <a:pt x="1326" y="3088"/>
                                <a:pt x="1326" y="3088"/>
                                <a:pt x="1326" y="3088"/>
                              </a:cubicBezTo>
                              <a:cubicBezTo>
                                <a:pt x="1231" y="3088"/>
                                <a:pt x="1154" y="3011"/>
                                <a:pt x="1154" y="2917"/>
                              </a:cubicBezTo>
                              <a:cubicBezTo>
                                <a:pt x="1154" y="2822"/>
                                <a:pt x="1231" y="2745"/>
                                <a:pt x="1326" y="2745"/>
                              </a:cubicBezTo>
                              <a:cubicBezTo>
                                <a:pt x="2016" y="2745"/>
                                <a:pt x="2016" y="2745"/>
                                <a:pt x="2016" y="2745"/>
                              </a:cubicBezTo>
                              <a:cubicBezTo>
                                <a:pt x="2111" y="2745"/>
                                <a:pt x="2188" y="2822"/>
                                <a:pt x="2188" y="2917"/>
                              </a:cubicBezTo>
                              <a:close/>
                              <a:moveTo>
                                <a:pt x="982" y="3157"/>
                              </a:moveTo>
                              <a:cubicBezTo>
                                <a:pt x="2286" y="3157"/>
                                <a:pt x="2286" y="3157"/>
                                <a:pt x="2286" y="3157"/>
                              </a:cubicBezTo>
                              <a:cubicBezTo>
                                <a:pt x="2441" y="3157"/>
                                <a:pt x="2458" y="3337"/>
                                <a:pt x="2458" y="3431"/>
                              </a:cubicBezTo>
                              <a:cubicBezTo>
                                <a:pt x="1750" y="3431"/>
                                <a:pt x="1506" y="3431"/>
                                <a:pt x="811" y="3431"/>
                              </a:cubicBezTo>
                              <a:cubicBezTo>
                                <a:pt x="811" y="3337"/>
                                <a:pt x="823" y="3157"/>
                                <a:pt x="982" y="315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奖杯" o:spid="_x0000_s1026" o:spt="100" style="position:absolute;left:0pt;margin-left:-57.15pt;margin-top:495.45pt;height:15.1pt;width:15.55pt;mso-position-vertical-relative:page;z-index:251698176;v-text-anchor:middle-center;mso-width-relative:page;mso-height-relative:page;" fillcolor="#FFFFFF [3212]" filled="t" stroked="f" coordsize="3333,3431" o:gfxdata="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" path="m2752,1722c2703,1722,2655,1715,2608,1702c2647,1637,2683,1567,2714,1493c2727,1494,2740,1495,2753,1495c3011,1495,3146,1093,3146,781c3146,520,3000,384,2802,384c2802,304,2802,221,2802,152c3104,152,3333,394,3333,781c3333,1218,3114,1722,2752,1722xm1679,2230c1110,2230,605,1534,605,675c605,633,607,42,609,0c2732,0,2732,0,2732,0c2735,42,2732,633,2732,675c2732,1534,2249,2230,1679,2230xm1145,206c881,205,881,205,881,205c881,205,854,1982,1694,2042c1051,1570,1145,206,1145,206xm581,1495c594,1495,606,1494,619,1493c650,1567,686,1637,725,1702c679,1715,630,1722,581,1722c219,1722,0,1218,0,781c0,394,229,152,531,152c531,221,531,304,531,384c333,384,187,520,187,781c187,1093,322,1495,581,1495xm1480,2512c1480,2412,1561,2331,1661,2331c1761,2331,1842,2412,1842,2512c1842,2613,1761,2694,1661,2694c1561,2694,1480,2613,1480,2512xm2188,2917c2188,3011,2111,3088,2016,3088c1326,3088,1326,3088,1326,3088c1231,3088,1154,3011,1154,2917c1154,2822,1231,2745,1326,2745c2016,2745,2016,2745,2016,2745c2111,2745,2188,2822,2188,2917xm982,3157c2286,3157,2286,3157,2286,3157c2441,3157,2458,3337,2458,3431c1750,3431,1506,3431,811,3431c811,3337,823,3157,982,3157xe">
                <v:path textboxrect="0,0,3333,3431" o:connectlocs="85549340,50505712;81072954,49919111;84368104,43789234;85580447,43847866;97797321,22906482;87103683,11262616;87103683,4458107;103610478,22906482;85549340,50505712;52193810,65405195;18807172,19797527;18931541,0;84927615,0;84927615,19797527;52193810,65405195;35593753,6041900;27387015,6012612;52660118,59891207;35593753,6041900;18061137,43847866;19242374,43789234;22537523,49919111;18061137,50505712;0,22906482;16506795,4458107;16506795,11262616;5813157,22906482;18061137,43847866;46007665,73676178;51634239,68367486;57260873,73676178;51634239,79014214;46007665,73676178;68016725,85554739;62669876,90570103;41220386,90570103;35873538,85554739;41220386,80510031;62669876,80510031;68016725,85554739;30526689,92593833;71063196,92593833;76409986,100630175;25210948,100630175;30526689,92593833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5709285</wp:posOffset>
                </wp:positionV>
                <wp:extent cx="6036945" cy="94488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6945" cy="944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20XX年9月                 获校会计基础知识竞赛第二名，五四优秀团员称号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20XX年4月                 参加校团学干部培训（优秀干事）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20XX-20XX年度              获国家奖学金1次，校一等奖学金2次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9pt;margin-top:449.55pt;height:74.4pt;width:475.35pt;z-index:251659264;mso-width-relative:page;mso-height-relative:page;" filled="f" stroked="f" coordsize="21600,21600" o:gfxdata="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Y/Oljd0AAAAMAQAADwAAAAAAAAABACAAAAAi&#10;AAAAZHJzL2Rvd25yZXYueG1sUEsBAhQAFAAAAAgAh07iQM79dOQ+AgAAaA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20XX年9月                 获校会计基础知识竞赛第二名，五四优秀团员称号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20XX年4月                 参加校团学干部培训（优秀干事）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20XX-20XX年度              获国家奖学金1次，校一等奖学金2次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-779780</wp:posOffset>
                </wp:positionH>
                <wp:positionV relativeFrom="paragraph">
                  <wp:posOffset>5320030</wp:posOffset>
                </wp:positionV>
                <wp:extent cx="313690" cy="313690"/>
                <wp:effectExtent l="6350" t="6350" r="22860" b="2286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90" cy="3136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61.4pt;margin-top:418.9pt;height:24.7pt;width:24.7pt;z-index:251685888;v-text-anchor:middle;mso-width-relative:page;mso-height-relative:page;" fillcolor="#5B9BD5 [3204]" filled="t" stroked="t" coordsize="21600,21600" o:gfxdata="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olYmk3AAAAAwBAAAPAAAAAAAAAAEAIAAAACIAAABkcnMv&#10;ZG93bnJldi54bWxQSwECFAAUAAAACACHTuJA3+7J43ECAAD4BAAADgAAAAAAAAABACAAAAArAQAA&#10;ZHJzL2Uyb0RvYy54bWxQSwUGAAAAAAYABgBZAQAADgYAAAAA&#10;">
                <v:fill on="t" focussize="0,0"/>
                <v:stroke weight="1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-706755</wp:posOffset>
                </wp:positionH>
                <wp:positionV relativeFrom="page">
                  <wp:posOffset>7755890</wp:posOffset>
                </wp:positionV>
                <wp:extent cx="154940" cy="156210"/>
                <wp:effectExtent l="0" t="0" r="16510" b="15240"/>
                <wp:wrapNone/>
                <wp:docPr id="30" name="扳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940" cy="156210"/>
                        </a:xfrm>
                        <a:custGeom>
                          <a:avLst/>
                          <a:gdLst>
                            <a:gd name="T0" fmla="*/ 1166395 w 3845"/>
                            <a:gd name="T1" fmla="*/ 911373 h 3810"/>
                            <a:gd name="T2" fmla="*/ 1340582 w 3845"/>
                            <a:gd name="T3" fmla="*/ 945561 h 3810"/>
                            <a:gd name="T4" fmla="*/ 1800397 w 3845"/>
                            <a:gd name="T5" fmla="*/ 485660 h 3810"/>
                            <a:gd name="T6" fmla="*/ 1793842 w 3845"/>
                            <a:gd name="T7" fmla="*/ 407917 h 3810"/>
                            <a:gd name="T8" fmla="*/ 1467476 w 3845"/>
                            <a:gd name="T9" fmla="*/ 757292 h 3810"/>
                            <a:gd name="T10" fmla="*/ 1159371 w 3845"/>
                            <a:gd name="T11" fmla="*/ 701561 h 3810"/>
                            <a:gd name="T12" fmla="*/ 1053548 w 3845"/>
                            <a:gd name="T13" fmla="*/ 406512 h 3810"/>
                            <a:gd name="T14" fmla="*/ 1405199 w 3845"/>
                            <a:gd name="T15" fmla="*/ 30442 h 3810"/>
                            <a:gd name="T16" fmla="*/ 1340582 w 3845"/>
                            <a:gd name="T17" fmla="*/ 25290 h 3810"/>
                            <a:gd name="T18" fmla="*/ 880766 w 3845"/>
                            <a:gd name="T19" fmla="*/ 485660 h 3810"/>
                            <a:gd name="T20" fmla="*/ 919162 w 3845"/>
                            <a:gd name="T21" fmla="*/ 669246 h 3810"/>
                            <a:gd name="T22" fmla="*/ 480418 w 3845"/>
                            <a:gd name="T23" fmla="*/ 1205485 h 3810"/>
                            <a:gd name="T24" fmla="*/ 398475 w 3845"/>
                            <a:gd name="T25" fmla="*/ 1193309 h 3810"/>
                            <a:gd name="T26" fmla="*/ 114720 w 3845"/>
                            <a:gd name="T27" fmla="*/ 1477586 h 3810"/>
                            <a:gd name="T28" fmla="*/ 398475 w 3845"/>
                            <a:gd name="T29" fmla="*/ 1761395 h 3810"/>
                            <a:gd name="T30" fmla="*/ 682699 w 3845"/>
                            <a:gd name="T31" fmla="*/ 1477586 h 3810"/>
                            <a:gd name="T32" fmla="*/ 661628 w 3845"/>
                            <a:gd name="T33" fmla="*/ 1370338 h 3810"/>
                            <a:gd name="T34" fmla="*/ 1166395 w 3845"/>
                            <a:gd name="T35" fmla="*/ 911373 h 3810"/>
                            <a:gd name="T36" fmla="*/ 398475 w 3845"/>
                            <a:gd name="T37" fmla="*/ 1628389 h 3810"/>
                            <a:gd name="T38" fmla="*/ 247701 w 3845"/>
                            <a:gd name="T39" fmla="*/ 1477586 h 3810"/>
                            <a:gd name="T40" fmla="*/ 398475 w 3845"/>
                            <a:gd name="T41" fmla="*/ 1326315 h 3810"/>
                            <a:gd name="T42" fmla="*/ 549718 w 3845"/>
                            <a:gd name="T43" fmla="*/ 1477586 h 3810"/>
                            <a:gd name="T44" fmla="*/ 398475 w 3845"/>
                            <a:gd name="T45" fmla="*/ 1628389 h 3810"/>
                            <a:gd name="T46" fmla="*/ 426102 w 3845"/>
                            <a:gd name="T47" fmla="*/ 554973 h 3810"/>
                            <a:gd name="T48" fmla="*/ 694874 w 3845"/>
                            <a:gd name="T49" fmla="*/ 830820 h 3810"/>
                            <a:gd name="T50" fmla="*/ 824109 w 3845"/>
                            <a:gd name="T51" fmla="*/ 701561 h 3810"/>
                            <a:gd name="T52" fmla="*/ 554869 w 3845"/>
                            <a:gd name="T53" fmla="*/ 425713 h 3810"/>
                            <a:gd name="T54" fmla="*/ 619486 w 3845"/>
                            <a:gd name="T55" fmla="*/ 361084 h 3810"/>
                            <a:gd name="T56" fmla="*/ 258471 w 3845"/>
                            <a:gd name="T57" fmla="*/ 0 h 3810"/>
                            <a:gd name="T58" fmla="*/ 0 w 3845"/>
                            <a:gd name="T59" fmla="*/ 258051 h 3810"/>
                            <a:gd name="T60" fmla="*/ 361484 w 3845"/>
                            <a:gd name="T61" fmla="*/ 619134 h 3810"/>
                            <a:gd name="T62" fmla="*/ 426102 w 3845"/>
                            <a:gd name="T63" fmla="*/ 554973 h 3810"/>
                            <a:gd name="T64" fmla="*/ 889663 w 3845"/>
                            <a:gd name="T65" fmla="*/ 1296342 h 3810"/>
                            <a:gd name="T66" fmla="*/ 890131 w 3845"/>
                            <a:gd name="T67" fmla="*/ 1296342 h 3810"/>
                            <a:gd name="T68" fmla="*/ 889663 w 3845"/>
                            <a:gd name="T69" fmla="*/ 1296342 h 3810"/>
                            <a:gd name="T70" fmla="*/ 1263321 w 3845"/>
                            <a:gd name="T71" fmla="*/ 971788 h 3810"/>
                            <a:gd name="T72" fmla="*/ 890131 w 3845"/>
                            <a:gd name="T73" fmla="*/ 1296342 h 3810"/>
                            <a:gd name="T74" fmla="*/ 1297035 w 3845"/>
                            <a:gd name="T75" fmla="*/ 1713157 h 3810"/>
                            <a:gd name="T76" fmla="*/ 1555037 w 3845"/>
                            <a:gd name="T77" fmla="*/ 1713157 h 3810"/>
                            <a:gd name="T78" fmla="*/ 1658519 w 3845"/>
                            <a:gd name="T79" fmla="*/ 1610124 h 3810"/>
                            <a:gd name="T80" fmla="*/ 1658519 w 3845"/>
                            <a:gd name="T81" fmla="*/ 1352073 h 3810"/>
                            <a:gd name="T82" fmla="*/ 1263321 w 3845"/>
                            <a:gd name="T83" fmla="*/ 971788 h 3810"/>
                            <a:gd name="T84" fmla="*/ 1441254 w 3845"/>
                            <a:gd name="T85" fmla="*/ 1641970 h 3810"/>
                            <a:gd name="T86" fmla="*/ 1376636 w 3845"/>
                            <a:gd name="T87" fmla="*/ 1641970 h 3810"/>
                            <a:gd name="T88" fmla="*/ 1044652 w 3845"/>
                            <a:gd name="T89" fmla="*/ 1310392 h 3810"/>
                            <a:gd name="T90" fmla="*/ 1044652 w 3845"/>
                            <a:gd name="T91" fmla="*/ 1245293 h 3810"/>
                            <a:gd name="T92" fmla="*/ 1109738 w 3845"/>
                            <a:gd name="T93" fmla="*/ 1245293 h 3810"/>
                            <a:gd name="T94" fmla="*/ 1441254 w 3845"/>
                            <a:gd name="T95" fmla="*/ 1577340 h 3810"/>
                            <a:gd name="T96" fmla="*/ 1441254 w 3845"/>
                            <a:gd name="T97" fmla="*/ 1641970 h 3810"/>
                            <a:gd name="T98" fmla="*/ 1587346 w 3845"/>
                            <a:gd name="T99" fmla="*/ 1495851 h 3810"/>
                            <a:gd name="T100" fmla="*/ 1522260 w 3845"/>
                            <a:gd name="T101" fmla="*/ 1495851 h 3810"/>
                            <a:gd name="T102" fmla="*/ 1190744 w 3845"/>
                            <a:gd name="T103" fmla="*/ 1164272 h 3810"/>
                            <a:gd name="T104" fmla="*/ 1190744 w 3845"/>
                            <a:gd name="T105" fmla="*/ 1099642 h 3810"/>
                            <a:gd name="T106" fmla="*/ 1255830 w 3845"/>
                            <a:gd name="T107" fmla="*/ 1099642 h 3810"/>
                            <a:gd name="T108" fmla="*/ 1587346 w 3845"/>
                            <a:gd name="T109" fmla="*/ 1431221 h 3810"/>
                            <a:gd name="T110" fmla="*/ 1587346 w 3845"/>
                            <a:gd name="T111" fmla="*/ 1495851 h 3810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3845" h="3810">
                              <a:moveTo>
                                <a:pt x="2491" y="1946"/>
                              </a:moveTo>
                              <a:cubicBezTo>
                                <a:pt x="2606" y="1993"/>
                                <a:pt x="2731" y="2019"/>
                                <a:pt x="2863" y="2019"/>
                              </a:cubicBezTo>
                              <a:cubicBezTo>
                                <a:pt x="3405" y="2019"/>
                                <a:pt x="3845" y="1579"/>
                                <a:pt x="3845" y="1037"/>
                              </a:cubicBezTo>
                              <a:cubicBezTo>
                                <a:pt x="3845" y="980"/>
                                <a:pt x="3840" y="925"/>
                                <a:pt x="3831" y="871"/>
                              </a:cubicBezTo>
                              <a:cubicBezTo>
                                <a:pt x="3134" y="1617"/>
                                <a:pt x="3134" y="1617"/>
                                <a:pt x="3134" y="1617"/>
                              </a:cubicBezTo>
                              <a:cubicBezTo>
                                <a:pt x="2476" y="1498"/>
                                <a:pt x="2476" y="1498"/>
                                <a:pt x="2476" y="1498"/>
                              </a:cubicBezTo>
                              <a:cubicBezTo>
                                <a:pt x="2250" y="868"/>
                                <a:pt x="2250" y="868"/>
                                <a:pt x="2250" y="868"/>
                              </a:cubicBezTo>
                              <a:cubicBezTo>
                                <a:pt x="3001" y="65"/>
                                <a:pt x="3001" y="65"/>
                                <a:pt x="3001" y="65"/>
                              </a:cubicBezTo>
                              <a:cubicBezTo>
                                <a:pt x="2956" y="59"/>
                                <a:pt x="2910" y="54"/>
                                <a:pt x="2863" y="54"/>
                              </a:cubicBezTo>
                              <a:cubicBezTo>
                                <a:pt x="2320" y="54"/>
                                <a:pt x="1881" y="494"/>
                                <a:pt x="1881" y="1037"/>
                              </a:cubicBezTo>
                              <a:cubicBezTo>
                                <a:pt x="1881" y="1176"/>
                                <a:pt x="1910" y="1309"/>
                                <a:pt x="1963" y="1429"/>
                              </a:cubicBezTo>
                              <a:cubicBezTo>
                                <a:pt x="1659" y="1963"/>
                                <a:pt x="1205" y="2409"/>
                                <a:pt x="1026" y="2574"/>
                              </a:cubicBezTo>
                              <a:cubicBezTo>
                                <a:pt x="971" y="2557"/>
                                <a:pt x="912" y="2548"/>
                                <a:pt x="851" y="2548"/>
                              </a:cubicBezTo>
                              <a:cubicBezTo>
                                <a:pt x="516" y="2548"/>
                                <a:pt x="245" y="2820"/>
                                <a:pt x="245" y="3155"/>
                              </a:cubicBezTo>
                              <a:cubicBezTo>
                                <a:pt x="245" y="3490"/>
                                <a:pt x="516" y="3761"/>
                                <a:pt x="851" y="3761"/>
                              </a:cubicBezTo>
                              <a:cubicBezTo>
                                <a:pt x="1186" y="3761"/>
                                <a:pt x="1458" y="3490"/>
                                <a:pt x="1458" y="3155"/>
                              </a:cubicBezTo>
                              <a:cubicBezTo>
                                <a:pt x="1458" y="3074"/>
                                <a:pt x="1442" y="2997"/>
                                <a:pt x="1413" y="2926"/>
                              </a:cubicBezTo>
                              <a:cubicBezTo>
                                <a:pt x="1548" y="2747"/>
                                <a:pt x="1914" y="2308"/>
                                <a:pt x="2491" y="1946"/>
                              </a:cubicBezTo>
                              <a:close/>
                              <a:moveTo>
                                <a:pt x="851" y="3477"/>
                              </a:moveTo>
                              <a:cubicBezTo>
                                <a:pt x="673" y="3477"/>
                                <a:pt x="529" y="3333"/>
                                <a:pt x="529" y="3155"/>
                              </a:cubicBezTo>
                              <a:cubicBezTo>
                                <a:pt x="529" y="2976"/>
                                <a:pt x="673" y="2832"/>
                                <a:pt x="851" y="2832"/>
                              </a:cubicBezTo>
                              <a:cubicBezTo>
                                <a:pt x="1029" y="2832"/>
                                <a:pt x="1174" y="2976"/>
                                <a:pt x="1174" y="3155"/>
                              </a:cubicBezTo>
                              <a:cubicBezTo>
                                <a:pt x="1174" y="3333"/>
                                <a:pt x="1029" y="3477"/>
                                <a:pt x="851" y="3477"/>
                              </a:cubicBezTo>
                              <a:close/>
                              <a:moveTo>
                                <a:pt x="910" y="1185"/>
                              </a:moveTo>
                              <a:cubicBezTo>
                                <a:pt x="1484" y="1774"/>
                                <a:pt x="1484" y="1774"/>
                                <a:pt x="1484" y="1774"/>
                              </a:cubicBezTo>
                              <a:cubicBezTo>
                                <a:pt x="1760" y="1498"/>
                                <a:pt x="1760" y="1498"/>
                                <a:pt x="1760" y="1498"/>
                              </a:cubicBezTo>
                              <a:cubicBezTo>
                                <a:pt x="1185" y="909"/>
                                <a:pt x="1185" y="909"/>
                                <a:pt x="1185" y="909"/>
                              </a:cubicBezTo>
                              <a:cubicBezTo>
                                <a:pt x="1323" y="771"/>
                                <a:pt x="1323" y="771"/>
                                <a:pt x="1323" y="771"/>
                              </a:cubicBezTo>
                              <a:cubicBezTo>
                                <a:pt x="552" y="0"/>
                                <a:pt x="552" y="0"/>
                                <a:pt x="552" y="0"/>
                              </a:cubicBezTo>
                              <a:cubicBezTo>
                                <a:pt x="0" y="551"/>
                                <a:pt x="0" y="551"/>
                                <a:pt x="0" y="551"/>
                              </a:cubicBezTo>
                              <a:cubicBezTo>
                                <a:pt x="772" y="1322"/>
                                <a:pt x="772" y="1322"/>
                                <a:pt x="772" y="1322"/>
                              </a:cubicBezTo>
                              <a:lnTo>
                                <a:pt x="910" y="1185"/>
                              </a:lnTo>
                              <a:close/>
                              <a:moveTo>
                                <a:pt x="1900" y="2768"/>
                              </a:moveTo>
                              <a:cubicBezTo>
                                <a:pt x="1900" y="2768"/>
                                <a:pt x="1901" y="2768"/>
                                <a:pt x="1901" y="2768"/>
                              </a:cubicBezTo>
                              <a:cubicBezTo>
                                <a:pt x="1900" y="2767"/>
                                <a:pt x="1900" y="2768"/>
                                <a:pt x="1900" y="2768"/>
                              </a:cubicBezTo>
                              <a:close/>
                              <a:moveTo>
                                <a:pt x="2698" y="2075"/>
                              </a:moveTo>
                              <a:cubicBezTo>
                                <a:pt x="2698" y="2075"/>
                                <a:pt x="2225" y="2203"/>
                                <a:pt x="1901" y="2768"/>
                              </a:cubicBezTo>
                              <a:cubicBezTo>
                                <a:pt x="1926" y="2776"/>
                                <a:pt x="2770" y="3658"/>
                                <a:pt x="2770" y="3658"/>
                              </a:cubicBezTo>
                              <a:cubicBezTo>
                                <a:pt x="2923" y="3810"/>
                                <a:pt x="3169" y="3810"/>
                                <a:pt x="3321" y="3658"/>
                              </a:cubicBezTo>
                              <a:cubicBezTo>
                                <a:pt x="3542" y="3438"/>
                                <a:pt x="3542" y="3438"/>
                                <a:pt x="3542" y="3438"/>
                              </a:cubicBezTo>
                              <a:cubicBezTo>
                                <a:pt x="3694" y="3285"/>
                                <a:pt x="3694" y="3039"/>
                                <a:pt x="3542" y="2887"/>
                              </a:cubicBezTo>
                              <a:lnTo>
                                <a:pt x="2698" y="2075"/>
                              </a:lnTo>
                              <a:close/>
                              <a:moveTo>
                                <a:pt x="3078" y="3506"/>
                              </a:moveTo>
                              <a:cubicBezTo>
                                <a:pt x="3040" y="3544"/>
                                <a:pt x="2978" y="3544"/>
                                <a:pt x="2940" y="3506"/>
                              </a:cubicBezTo>
                              <a:cubicBezTo>
                                <a:pt x="2231" y="2798"/>
                                <a:pt x="2231" y="2798"/>
                                <a:pt x="2231" y="2798"/>
                              </a:cubicBezTo>
                              <a:cubicBezTo>
                                <a:pt x="2193" y="2760"/>
                                <a:pt x="2193" y="2698"/>
                                <a:pt x="2231" y="2659"/>
                              </a:cubicBezTo>
                              <a:cubicBezTo>
                                <a:pt x="2270" y="2621"/>
                                <a:pt x="2332" y="2621"/>
                                <a:pt x="2370" y="2659"/>
                              </a:cubicBezTo>
                              <a:cubicBezTo>
                                <a:pt x="3078" y="3368"/>
                                <a:pt x="3078" y="3368"/>
                                <a:pt x="3078" y="3368"/>
                              </a:cubicBezTo>
                              <a:cubicBezTo>
                                <a:pt x="3116" y="3406"/>
                                <a:pt x="3116" y="3468"/>
                                <a:pt x="3078" y="3506"/>
                              </a:cubicBezTo>
                              <a:close/>
                              <a:moveTo>
                                <a:pt x="3390" y="3194"/>
                              </a:moveTo>
                              <a:cubicBezTo>
                                <a:pt x="3352" y="3233"/>
                                <a:pt x="3290" y="3233"/>
                                <a:pt x="3251" y="3194"/>
                              </a:cubicBezTo>
                              <a:cubicBezTo>
                                <a:pt x="2543" y="2486"/>
                                <a:pt x="2543" y="2486"/>
                                <a:pt x="2543" y="2486"/>
                              </a:cubicBezTo>
                              <a:cubicBezTo>
                                <a:pt x="2505" y="2448"/>
                                <a:pt x="2505" y="2386"/>
                                <a:pt x="2543" y="2348"/>
                              </a:cubicBezTo>
                              <a:cubicBezTo>
                                <a:pt x="2581" y="2309"/>
                                <a:pt x="2643" y="2309"/>
                                <a:pt x="2682" y="2348"/>
                              </a:cubicBezTo>
                              <a:cubicBezTo>
                                <a:pt x="3390" y="3056"/>
                                <a:pt x="3390" y="3056"/>
                                <a:pt x="3390" y="3056"/>
                              </a:cubicBezTo>
                              <a:cubicBezTo>
                                <a:pt x="3428" y="3094"/>
                                <a:pt x="3428" y="3156"/>
                                <a:pt x="3390" y="31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扳手" o:spid="_x0000_s1026" o:spt="100" style="position:absolute;left:0pt;margin-left:-55.65pt;margin-top:610.7pt;height:12.3pt;width:12.2pt;mso-position-vertical-relative:page;z-index:251683840;v-text-anchor:middle-center;mso-width-relative:page;mso-height-relative:page;" fillcolor="#FFFFFF [3212]" filled="t" stroked="f" coordsize="3845,3810" o:gfxdata="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" path="m2491,1946c2606,1993,2731,2019,2863,2019c3405,2019,3845,1579,3845,1037c3845,980,3840,925,3831,871c3134,1617,3134,1617,3134,1617c2476,1498,2476,1498,2476,1498c2250,868,2250,868,2250,868c3001,65,3001,65,3001,65c2956,59,2910,54,2863,54c2320,54,1881,494,1881,1037c1881,1176,1910,1309,1963,1429c1659,1963,1205,2409,1026,2574c971,2557,912,2548,851,2548c516,2548,245,2820,245,3155c245,3490,516,3761,851,3761c1186,3761,1458,3490,1458,3155c1458,3074,1442,2997,1413,2926c1548,2747,1914,2308,2491,1946xm851,3477c673,3477,529,3333,529,3155c529,2976,673,2832,851,2832c1029,2832,1174,2976,1174,3155c1174,3333,1029,3477,851,3477xm910,1185c1484,1774,1484,1774,1484,1774c1760,1498,1760,1498,1760,1498c1185,909,1185,909,1185,909c1323,771,1323,771,1323,771c552,0,552,0,552,0c0,551,0,551,0,551c772,1322,772,1322,772,1322l910,1185xm1900,2768c1900,2768,1901,2768,1901,2768c1900,2767,1900,2768,1900,2768xm2698,2075c2698,2075,2225,2203,1901,2768c1926,2776,2770,3658,2770,3658c2923,3810,3169,3810,3321,3658c3542,3438,3542,3438,3542,3438c3694,3285,3694,3039,3542,2887l2698,2075xm3078,3506c3040,3544,2978,3544,2940,3506c2231,2798,2231,2798,2231,2798c2193,2760,2193,2698,2231,2659c2270,2621,2332,2621,2370,2659c3078,3368,3078,3368,3078,3368c3116,3406,3116,3468,3078,3506xm3390,3194c3352,3233,3290,3233,3251,3194c2543,2486,2543,2486,2543,2486c2505,2448,2505,2386,2543,2348c2581,2309,2643,2309,2682,2348c3390,3056,3390,3056,3390,3056c3428,3094,3428,3156,3390,3194xe">
                <v:path textboxrect="0,0,3845,3810" o:connectlocs="47001623,37366293;54020747,38768001;72549677,19912060;72285534,16724597;59134130,31048972;46718580,28764001;42454285,16666992;56624585,1248122;54020747,1036890;35491777,19912060;37039001,27439086;19359158,49424885;16057143,48925669;4622813,60581026;16057143,72217195;27510372,60581026;26661285,56183858;47001623,37366293;16057143,66763949;9981480,60581026;16057143,54378915;22151705,60581026;16057143,66763949;17170414,22753893;28000982,34063620;33208699,28764001;22359272,17454233;24963110,14804444;10415473,0;0,10580091;14566536,25384494;17170414,22753893;35850295,53150022;35869154,53150022;35850295,53150022;50907400,39843308;35869154,53150022;52265956,70239437;62662531,70239437;66832492,66015084;66832492,55434993;50907400,39843308;58077475,67320770;55473597,67320770;42095807,53726072;42095807,51057013;44718545,51057013;58077475,64670940;58077475,67320770;63964470,61329891;61341733,61329891;47982802,47735152;47982802,45085322;50605539,45085322;63964470,58680061;63964470,61329891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-779780</wp:posOffset>
                </wp:positionH>
                <wp:positionV relativeFrom="paragraph">
                  <wp:posOffset>6758305</wp:posOffset>
                </wp:positionV>
                <wp:extent cx="313690" cy="313690"/>
                <wp:effectExtent l="6350" t="6350" r="22860" b="2286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90" cy="3136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61.4pt;margin-top:532.15pt;height:24.7pt;width:24.7pt;z-index:251660288;v-text-anchor:middle;mso-width-relative:page;mso-height-relative:page;" fillcolor="#5B9BD5 [3204]" filled="t" stroked="t" coordsize="21600,21600" o:gfxdata="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vB13dt0AAAAOAQAADwAAAAAAAAABACAAAAAiAAAAZHJz&#10;L2Rvd25yZXYueG1sUEsBAhQAFAAAAAgAh07iQHqNAktxAgAA9gQAAA4AAAAAAAAAAQAgAAAALAEA&#10;AGRycy9lMm9Eb2MueG1sUEsFBgAAAAAGAAYAWQEAAA8GAAAAAA==&#10;">
                <v:fill on="t" focussize="0,0"/>
                <v:stroke weight="1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6922135</wp:posOffset>
                </wp:positionV>
                <wp:extent cx="5471795" cy="0"/>
                <wp:effectExtent l="0" t="0" r="0" b="0"/>
                <wp:wrapNone/>
                <wp:docPr id="48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22755" y="7788910"/>
                          <a:ext cx="547179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45.65pt;margin-top:545.05pt;height:0pt;width:430.85pt;z-index:251675648;mso-width-relative:page;mso-height-relative:page;" filled="f" stroked="t" coordsize="21600,21600" o:gfxdata="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wqSF2AAAAAwBAAAPAAAAAAAAAAEAIAAAACIAAABkcnMv&#10;ZG93bnJldi54bWxQSwECFAAUAAAACACHTuJAhbablgMCAADgAwAADgAAAAAAAAABACAAAAAnAQAA&#10;ZHJzL2Uyb0RvYy54bWxQSwUGAAAAAAYABgBZAQAAnAUAAAAA&#10;">
                <v:fill on="f" focussize="0,0"/>
                <v:stroke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6681470</wp:posOffset>
                </wp:positionV>
                <wp:extent cx="933450" cy="435610"/>
                <wp:effectExtent l="0" t="0" r="0" b="0"/>
                <wp:wrapNone/>
                <wp:docPr id="4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2655" y="7432040"/>
                          <a:ext cx="93345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val="en-US" w:eastAsia="zh-CN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-37.9pt;margin-top:526.1pt;height:34.3pt;width:73.5pt;z-index:251667456;mso-width-relative:page;mso-height-relative:page;" filled="f" stroked="f" coordsize="21600,21600" o:gfxdata="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Q5dMg3AAAAAwBAAAPAAAAAAAA&#10;AAEAIAAAACIAAABkcnMvZG93bnJldi54bWxQSwECFAAUAAAACACHTuJAi2A3pkcCAABy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val="en-US" w:eastAsia="zh-CN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-779780</wp:posOffset>
                </wp:positionH>
                <wp:positionV relativeFrom="paragraph">
                  <wp:posOffset>1479550</wp:posOffset>
                </wp:positionV>
                <wp:extent cx="313690" cy="313690"/>
                <wp:effectExtent l="6350" t="6350" r="22860" b="2286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905" y="2357755"/>
                          <a:ext cx="313690" cy="3136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61.4pt;margin-top:116.5pt;height:24.7pt;width:24.7pt;z-index:251680768;v-text-anchor:middle;mso-width-relative:page;mso-height-relative:page;" fillcolor="#5B9BD5 [3204]" filled="t" stroked="t" coordsize="21600,21600" o:gfxdata="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OFSUf3bAAAADAEAAA8AAAAAAAAA&#10;AQAgAAAAIgAAAGRycy9kb3ducmV2LnhtbFBLAQIUABQAAAAIAIdO4kBzIaXJgAIAAAMFAAAOAAAA&#10;AAAAAAEAIAAAACoBAABkcnMvZTJvRG9jLnhtbFBLBQYAAAAABgAGAFkBAAAcBgAAAAA=&#10;">
                <v:fill on="t" focussize="0,0"/>
                <v:stroke weight="1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1663065</wp:posOffset>
                </wp:positionV>
                <wp:extent cx="547179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22755" y="2497455"/>
                          <a:ext cx="547179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.65pt;margin-top:130.95pt;height:0pt;width:430.85pt;z-index:251663360;mso-width-relative:page;mso-height-relative:page;" filled="f" stroked="t" coordsize="21600,21600" o:gfxdata="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XA9AnaAAAACgEAAA8AAAAAAAAAAQAgAAAAIgAAAGRy&#10;cy9kb3ducmV2LnhtbFBLAQIUABQAAAAIAIdO4kDZP5/IAwIAAN8DAAAOAAAAAAAAAAEAIAAAACkB&#10;AABkcnMvZTJvRG9jLnhtbFBLBQYAAAAABgAGAFkBAACeBQAAAAA=&#10;">
                <v:fill on="f" focussize="0,0"/>
                <v:stroke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1907540</wp:posOffset>
                </wp:positionV>
                <wp:extent cx="6586855" cy="117030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6855" cy="1170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20XX年9月-20XX年6月              XXX财经大学                          财务管理 - 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管理学、微观经济学、宏观经济学、管理信息系统、统计学、会计学、财务管理、市场营销、经济法、中级财务管理、高级财务管理、商业银行经营管理等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9pt;margin-top:150.2pt;height:92.15pt;width:518.65pt;z-index:251664384;mso-width-relative:page;mso-height-relative:page;" filled="f" stroked="f" coordsize="21600,21600" o:gfxdata="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ICcg3cAAAACwEAAA8AAAAAAAAAAQAgAAAAIgAA&#10;AGRycy9kb3ducmV2LnhtbFBLAQIUABQAAAAIAIdO4kDsZVsdPQIAAGc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20XX年9月-20XX年6月              XXX财经大学                          财务管理 - 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管理学、微观经济学、宏观经济学、管理信息系统、统计学、会计学、财务管理、市场营销、经济法、中级财务管理、高级财务管理、商业银行经营管理等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1414145</wp:posOffset>
                </wp:positionV>
                <wp:extent cx="941070" cy="416560"/>
                <wp:effectExtent l="0" t="0" r="0" b="0"/>
                <wp:wrapNone/>
                <wp:docPr id="3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6940" y="2273935"/>
                          <a:ext cx="941070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eastAsia="zh-CN"/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37.9pt;margin-top:111.35pt;height:32.8pt;width:74.1pt;z-index:251668480;mso-width-relative:page;mso-height-relative:page;" filled="f" stroked="f" coordsize="21600,21600" o:gfxdata="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H/eFs2wAAAAoBAAAPAAAAAAAA&#10;AAEAIAAAACIAAABkcnMvZG93bnJldi54bWxQSwECFAAUAAAACACHTuJAqbSmAUgCAABx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eastAsia="zh-CN"/>
                        </w:rPr>
                        <w:t>教育经历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-716915</wp:posOffset>
                </wp:positionH>
                <wp:positionV relativeFrom="page">
                  <wp:posOffset>2476500</wp:posOffset>
                </wp:positionV>
                <wp:extent cx="200025" cy="160020"/>
                <wp:effectExtent l="0" t="0" r="9525" b="11430"/>
                <wp:wrapNone/>
                <wp:docPr id="20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00025" cy="160020"/>
                        </a:xfrm>
                        <a:custGeom>
                          <a:avLst/>
                          <a:gdLst>
                            <a:gd name="T0" fmla="*/ 2756 w 3580"/>
                            <a:gd name="T1" fmla="*/ 1300 h 2820"/>
                            <a:gd name="T2" fmla="*/ 1865 w 3580"/>
                            <a:gd name="T3" fmla="*/ 1632 h 2820"/>
                            <a:gd name="T4" fmla="*/ 1790 w 3580"/>
                            <a:gd name="T5" fmla="*/ 1645 h 2820"/>
                            <a:gd name="T6" fmla="*/ 1715 w 3580"/>
                            <a:gd name="T7" fmla="*/ 1632 h 2820"/>
                            <a:gd name="T8" fmla="*/ 824 w 3580"/>
                            <a:gd name="T9" fmla="*/ 1300 h 2820"/>
                            <a:gd name="T10" fmla="*/ 796 w 3580"/>
                            <a:gd name="T11" fmla="*/ 1880 h 2820"/>
                            <a:gd name="T12" fmla="*/ 1790 w 3580"/>
                            <a:gd name="T13" fmla="*/ 2350 h 2820"/>
                            <a:gd name="T14" fmla="*/ 2784 w 3580"/>
                            <a:gd name="T15" fmla="*/ 1880 h 2820"/>
                            <a:gd name="T16" fmla="*/ 2756 w 3580"/>
                            <a:gd name="T17" fmla="*/ 1300 h 2820"/>
                            <a:gd name="T18" fmla="*/ 3580 w 3580"/>
                            <a:gd name="T19" fmla="*/ 705 h 2820"/>
                            <a:gd name="T20" fmla="*/ 3545 w 3580"/>
                            <a:gd name="T21" fmla="*/ 648 h 2820"/>
                            <a:gd name="T22" fmla="*/ 1806 w 3580"/>
                            <a:gd name="T23" fmla="*/ 1 h 2820"/>
                            <a:gd name="T24" fmla="*/ 1790 w 3580"/>
                            <a:gd name="T25" fmla="*/ 0 h 2820"/>
                            <a:gd name="T26" fmla="*/ 1774 w 3580"/>
                            <a:gd name="T27" fmla="*/ 1 h 2820"/>
                            <a:gd name="T28" fmla="*/ 35 w 3580"/>
                            <a:gd name="T29" fmla="*/ 648 h 2820"/>
                            <a:gd name="T30" fmla="*/ 0 w 3580"/>
                            <a:gd name="T31" fmla="*/ 705 h 2820"/>
                            <a:gd name="T32" fmla="*/ 35 w 3580"/>
                            <a:gd name="T33" fmla="*/ 762 h 2820"/>
                            <a:gd name="T34" fmla="*/ 552 w 3580"/>
                            <a:gd name="T35" fmla="*/ 953 h 2820"/>
                            <a:gd name="T36" fmla="*/ 400 w 3580"/>
                            <a:gd name="T37" fmla="*/ 1559 h 2820"/>
                            <a:gd name="T38" fmla="*/ 299 w 3580"/>
                            <a:gd name="T39" fmla="*/ 1763 h 2820"/>
                            <a:gd name="T40" fmla="*/ 389 w 3580"/>
                            <a:gd name="T41" fmla="*/ 1959 h 2820"/>
                            <a:gd name="T42" fmla="*/ 299 w 3580"/>
                            <a:gd name="T43" fmla="*/ 2754 h 2820"/>
                            <a:gd name="T44" fmla="*/ 311 w 3580"/>
                            <a:gd name="T45" fmla="*/ 2800 h 2820"/>
                            <a:gd name="T46" fmla="*/ 348 w 3580"/>
                            <a:gd name="T47" fmla="*/ 2820 h 2820"/>
                            <a:gd name="T48" fmla="*/ 647 w 3580"/>
                            <a:gd name="T49" fmla="*/ 2820 h 2820"/>
                            <a:gd name="T50" fmla="*/ 684 w 3580"/>
                            <a:gd name="T51" fmla="*/ 2800 h 2820"/>
                            <a:gd name="T52" fmla="*/ 696 w 3580"/>
                            <a:gd name="T53" fmla="*/ 2754 h 2820"/>
                            <a:gd name="T54" fmla="*/ 606 w 3580"/>
                            <a:gd name="T55" fmla="*/ 1959 h 2820"/>
                            <a:gd name="T56" fmla="*/ 696 w 3580"/>
                            <a:gd name="T57" fmla="*/ 1763 h 2820"/>
                            <a:gd name="T58" fmla="*/ 598 w 3580"/>
                            <a:gd name="T59" fmla="*/ 1562 h 2820"/>
                            <a:gd name="T60" fmla="*/ 762 w 3580"/>
                            <a:gd name="T61" fmla="*/ 1030 h 2820"/>
                            <a:gd name="T62" fmla="*/ 1774 w 3580"/>
                            <a:gd name="T63" fmla="*/ 1408 h 2820"/>
                            <a:gd name="T64" fmla="*/ 1790 w 3580"/>
                            <a:gd name="T65" fmla="*/ 1410 h 2820"/>
                            <a:gd name="T66" fmla="*/ 1806 w 3580"/>
                            <a:gd name="T67" fmla="*/ 1408 h 2820"/>
                            <a:gd name="T68" fmla="*/ 3545 w 3580"/>
                            <a:gd name="T69" fmla="*/ 762 h 2820"/>
                            <a:gd name="T70" fmla="*/ 3580 w 3580"/>
                            <a:gd name="T71" fmla="*/ 705 h 2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580" h="2820">
                              <a:moveTo>
                                <a:pt x="2756" y="1300"/>
                              </a:moveTo>
                              <a:cubicBezTo>
                                <a:pt x="1865" y="1632"/>
                                <a:pt x="1865" y="1632"/>
                                <a:pt x="1865" y="1632"/>
                              </a:cubicBezTo>
                              <a:cubicBezTo>
                                <a:pt x="1840" y="1641"/>
                                <a:pt x="1815" y="1645"/>
                                <a:pt x="1790" y="1645"/>
                              </a:cubicBezTo>
                              <a:cubicBezTo>
                                <a:pt x="1765" y="1645"/>
                                <a:pt x="1740" y="1641"/>
                                <a:pt x="1715" y="1632"/>
                              </a:cubicBezTo>
                              <a:cubicBezTo>
                                <a:pt x="824" y="1300"/>
                                <a:pt x="824" y="1300"/>
                                <a:pt x="824" y="1300"/>
                              </a:cubicBezTo>
                              <a:cubicBezTo>
                                <a:pt x="796" y="1880"/>
                                <a:pt x="796" y="1880"/>
                                <a:pt x="796" y="1880"/>
                              </a:cubicBezTo>
                              <a:cubicBezTo>
                                <a:pt x="783" y="2139"/>
                                <a:pt x="1242" y="2350"/>
                                <a:pt x="1790" y="2350"/>
                              </a:cubicBezTo>
                              <a:cubicBezTo>
                                <a:pt x="2338" y="2350"/>
                                <a:pt x="2797" y="2139"/>
                                <a:pt x="2784" y="1880"/>
                              </a:cubicBezTo>
                              <a:lnTo>
                                <a:pt x="2756" y="1300"/>
                              </a:lnTo>
                              <a:close/>
                              <a:moveTo>
                                <a:pt x="3580" y="705"/>
                              </a:moveTo>
                              <a:cubicBezTo>
                                <a:pt x="3580" y="679"/>
                                <a:pt x="3566" y="657"/>
                                <a:pt x="3545" y="648"/>
                              </a:cubicBezTo>
                              <a:cubicBezTo>
                                <a:pt x="1806" y="1"/>
                                <a:pt x="1806" y="1"/>
                                <a:pt x="1806" y="1"/>
                              </a:cubicBezTo>
                              <a:cubicBezTo>
                                <a:pt x="1799" y="0"/>
                                <a:pt x="1795" y="0"/>
                                <a:pt x="1790" y="0"/>
                              </a:cubicBezTo>
                              <a:cubicBezTo>
                                <a:pt x="1785" y="0"/>
                                <a:pt x="1781" y="0"/>
                                <a:pt x="1774" y="1"/>
                              </a:cubicBezTo>
                              <a:cubicBezTo>
                                <a:pt x="35" y="648"/>
                                <a:pt x="35" y="648"/>
                                <a:pt x="35" y="648"/>
                              </a:cubicBezTo>
                              <a:cubicBezTo>
                                <a:pt x="14" y="657"/>
                                <a:pt x="0" y="679"/>
                                <a:pt x="0" y="705"/>
                              </a:cubicBezTo>
                              <a:cubicBezTo>
                                <a:pt x="0" y="730"/>
                                <a:pt x="14" y="753"/>
                                <a:pt x="35" y="762"/>
                              </a:cubicBezTo>
                              <a:cubicBezTo>
                                <a:pt x="552" y="953"/>
                                <a:pt x="552" y="953"/>
                                <a:pt x="552" y="953"/>
                              </a:cubicBezTo>
                              <a:cubicBezTo>
                                <a:pt x="456" y="1112"/>
                                <a:pt x="409" y="1344"/>
                                <a:pt x="400" y="1559"/>
                              </a:cubicBezTo>
                              <a:cubicBezTo>
                                <a:pt x="341" y="1599"/>
                                <a:pt x="299" y="1674"/>
                                <a:pt x="299" y="1763"/>
                              </a:cubicBezTo>
                              <a:cubicBezTo>
                                <a:pt x="299" y="1845"/>
                                <a:pt x="334" y="1917"/>
                                <a:pt x="389" y="1959"/>
                              </a:cubicBezTo>
                              <a:cubicBezTo>
                                <a:pt x="299" y="2754"/>
                                <a:pt x="299" y="2754"/>
                                <a:pt x="299" y="2754"/>
                              </a:cubicBezTo>
                              <a:cubicBezTo>
                                <a:pt x="297" y="2771"/>
                                <a:pt x="302" y="2787"/>
                                <a:pt x="311" y="2800"/>
                              </a:cubicBezTo>
                              <a:cubicBezTo>
                                <a:pt x="320" y="2813"/>
                                <a:pt x="334" y="2820"/>
                                <a:pt x="348" y="2820"/>
                              </a:cubicBezTo>
                              <a:cubicBezTo>
                                <a:pt x="647" y="2820"/>
                                <a:pt x="647" y="2820"/>
                                <a:pt x="647" y="2820"/>
                              </a:cubicBezTo>
                              <a:cubicBezTo>
                                <a:pt x="661" y="2820"/>
                                <a:pt x="675" y="2813"/>
                                <a:pt x="684" y="2800"/>
                              </a:cubicBezTo>
                              <a:cubicBezTo>
                                <a:pt x="693" y="2787"/>
                                <a:pt x="698" y="2771"/>
                                <a:pt x="696" y="2754"/>
                              </a:cubicBezTo>
                              <a:cubicBezTo>
                                <a:pt x="606" y="1959"/>
                                <a:pt x="606" y="1959"/>
                                <a:pt x="606" y="1959"/>
                              </a:cubicBezTo>
                              <a:cubicBezTo>
                                <a:pt x="661" y="1917"/>
                                <a:pt x="696" y="1845"/>
                                <a:pt x="696" y="1763"/>
                              </a:cubicBezTo>
                              <a:cubicBezTo>
                                <a:pt x="696" y="1676"/>
                                <a:pt x="657" y="1603"/>
                                <a:pt x="598" y="1562"/>
                              </a:cubicBezTo>
                              <a:cubicBezTo>
                                <a:pt x="611" y="1314"/>
                                <a:pt x="673" y="1112"/>
                                <a:pt x="762" y="1030"/>
                              </a:cubicBezTo>
                              <a:cubicBezTo>
                                <a:pt x="1774" y="1408"/>
                                <a:pt x="1774" y="1408"/>
                                <a:pt x="1774" y="1408"/>
                              </a:cubicBezTo>
                              <a:cubicBezTo>
                                <a:pt x="1781" y="1410"/>
                                <a:pt x="1785" y="1410"/>
                                <a:pt x="1790" y="1410"/>
                              </a:cubicBezTo>
                              <a:cubicBezTo>
                                <a:pt x="1795" y="1410"/>
                                <a:pt x="1799" y="1410"/>
                                <a:pt x="1806" y="1408"/>
                              </a:cubicBezTo>
                              <a:cubicBezTo>
                                <a:pt x="3545" y="762"/>
                                <a:pt x="3545" y="762"/>
                                <a:pt x="3545" y="762"/>
                              </a:cubicBezTo>
                              <a:cubicBezTo>
                                <a:pt x="3566" y="753"/>
                                <a:pt x="3580" y="730"/>
                                <a:pt x="3580" y="70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-56.45pt;margin-top:195pt;height:12.6pt;width:15.75pt;mso-position-vertical-relative:page;z-index:251681792;mso-width-relative:page;mso-height-relative:page;" fillcolor="#FFFFFF [3212]" filled="t" stroked="f" coordsize="3580,2820" o:gfxdata="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" path="m2756,1300c1865,1632,1865,1632,1865,1632c1840,1641,1815,1645,1790,1645c1765,1645,1740,1641,1715,1632c824,1300,824,1300,824,1300c796,1880,796,1880,796,1880c783,2139,1242,2350,1790,2350c2338,2350,2797,2139,2784,1880l2756,1300xm3580,705c3580,679,3566,657,3545,648c1806,1,1806,1,1806,1c1799,0,1795,0,1790,0c1785,0,1781,0,1774,1c35,648,35,648,35,648c14,657,0,679,0,705c0,730,14,753,35,762c552,953,552,953,552,953c456,1112,409,1344,400,1559c341,1599,299,1674,299,1763c299,1845,334,1917,389,1959c299,2754,299,2754,299,2754c297,2771,302,2787,311,2800c320,2813,334,2820,348,2820c647,2820,647,2820,647,2820c661,2820,675,2813,684,2800c693,2787,698,2771,696,2754c606,1959,606,1959,606,1959c661,1917,696,1845,696,1763c696,1676,657,1603,598,1562c611,1314,673,1112,762,1030c1774,1408,1774,1408,1774,1408c1781,1410,1785,1410,1790,1410c1795,1410,1799,1410,1806,1408c3545,762,3545,762,3545,762c3566,753,3580,730,3580,705xe">
                <v:path textboxrect="0,0,3580,2820" o:connectlocs="153985,73768;104202,92607;100012,93345;95822,92607;46039,73768;44474,106680;100012,133350;155550,106680;153985,73768;200025,40005;198069,36770;100906,56;100012,0;99118,56;1955,36770;0,40005;1955,43239;30841,54077;22349,88464;16705,100040;21734,111162;16705,156274;17376,158885;19443,160020;36149,160020;38217,158885;38887,156274;33858,111162;38887,100040;33411,88635;42575,58447;99118,79896;100012,80010;100906,79896;198069,43239;200025,40005" o:connectangles="0,0,0,0,0,0,0,0,0,0,0,0,0,0,0,0,0,0,0,0,0,0,0,0,0,0,0,0,0,0,0,0,0,0,0,0"/>
                <v:fill on="t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-779780</wp:posOffset>
                </wp:positionH>
                <wp:positionV relativeFrom="paragraph">
                  <wp:posOffset>3249930</wp:posOffset>
                </wp:positionV>
                <wp:extent cx="313690" cy="313690"/>
                <wp:effectExtent l="6350" t="6350" r="22860" b="2286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90" cy="3136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61.4pt;margin-top:255.9pt;height:24.7pt;width:24.7pt;z-index:251661312;v-text-anchor:middle;mso-width-relative:page;mso-height-relative:page;" fillcolor="#5B9BD5 [3204]" filled="t" stroked="t" coordsize="21600,21600" o:gfxdata="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NpLbAtsAAAAMAQAADwAAAAAAAAABACAAAAAiAAAAZHJz&#10;L2Rvd25yZXYueG1sUEsBAhQAFAAAAAgAh07iQEqfjWRzAgAA9gQAAA4AAAAAAAAAAQAgAAAAKgEA&#10;AGRycy9lMm9Eb2MueG1sUEsFBgAAAAAGAAYAWQEAAA8GAAAAAA==&#10;">
                <v:fill on="t" focussize="0,0"/>
                <v:stroke weight="1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3416300</wp:posOffset>
                </wp:positionV>
                <wp:extent cx="5471795" cy="0"/>
                <wp:effectExtent l="0" t="0" r="0" b="0"/>
                <wp:wrapNone/>
                <wp:docPr id="37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22755" y="4685030"/>
                          <a:ext cx="547179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45.65pt;margin-top:269pt;height:0pt;width:430.85pt;z-index:251674624;mso-width-relative:page;mso-height-relative:page;" filled="f" stroked="t" coordsize="21600,21600" o:gfxdata="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dkr/TaAAAACgEAAA8AAAAAAAAAAQAgAAAAIgAAAGRy&#10;cy9kb3ducmV2LnhtbFBLAQIUABQAAAAIAIdO4kCtRn5YAwIAAOADAAAOAAAAAAAAAAEAIAAAACkB&#10;AABkcnMvZTJvRG9jLnhtbFBLBQYAAAAABgAGAFkBAACeBQAAAAA=&#10;">
                <v:fill on="f" focussize="0,0"/>
                <v:stroke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3166745</wp:posOffset>
                </wp:positionV>
                <wp:extent cx="929005" cy="435610"/>
                <wp:effectExtent l="0" t="0" r="0" b="0"/>
                <wp:wrapNone/>
                <wp:docPr id="12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005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eastAsia="zh-CN"/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37.9pt;margin-top:249.35pt;height:34.3pt;width:73.15pt;z-index:251666432;mso-width-relative:page;mso-height-relative:page;" filled="f" stroked="f" coordsize="21600,21600" o:gfxdata="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LAr4dwAAAAKAQAADwAAAAAAAAABACAAAAAiAAAA&#10;ZHJzL2Rvd25yZXYueG1sUEsBAhQAFAAAAAgAh07iQN+0Z3w8AgAAZg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eastAsia="zh-CN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-703580</wp:posOffset>
                </wp:positionH>
                <wp:positionV relativeFrom="page">
                  <wp:posOffset>4238625</wp:posOffset>
                </wp:positionV>
                <wp:extent cx="169545" cy="158750"/>
                <wp:effectExtent l="0" t="0" r="1905" b="13970"/>
                <wp:wrapNone/>
                <wp:docPr id="24" name="Freeform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69545" cy="158750"/>
                        </a:xfrm>
                        <a:custGeom>
                          <a:avLst/>
                          <a:gdLst>
                            <a:gd name="T0" fmla="*/ 48 w 120"/>
                            <a:gd name="T1" fmla="*/ 63 h 112"/>
                            <a:gd name="T2" fmla="*/ 52 w 120"/>
                            <a:gd name="T3" fmla="*/ 59 h 112"/>
                            <a:gd name="T4" fmla="*/ 67 w 120"/>
                            <a:gd name="T5" fmla="*/ 59 h 112"/>
                            <a:gd name="T6" fmla="*/ 70 w 120"/>
                            <a:gd name="T7" fmla="*/ 63 h 112"/>
                            <a:gd name="T8" fmla="*/ 70 w 120"/>
                            <a:gd name="T9" fmla="*/ 68 h 112"/>
                            <a:gd name="T10" fmla="*/ 67 w 120"/>
                            <a:gd name="T11" fmla="*/ 72 h 112"/>
                            <a:gd name="T12" fmla="*/ 52 w 120"/>
                            <a:gd name="T13" fmla="*/ 72 h 112"/>
                            <a:gd name="T14" fmla="*/ 48 w 120"/>
                            <a:gd name="T15" fmla="*/ 68 h 112"/>
                            <a:gd name="T16" fmla="*/ 48 w 120"/>
                            <a:gd name="T17" fmla="*/ 63 h 112"/>
                            <a:gd name="T18" fmla="*/ 35 w 120"/>
                            <a:gd name="T19" fmla="*/ 20 h 112"/>
                            <a:gd name="T20" fmla="*/ 4 w 120"/>
                            <a:gd name="T21" fmla="*/ 20 h 112"/>
                            <a:gd name="T22" fmla="*/ 0 w 120"/>
                            <a:gd name="T23" fmla="*/ 26 h 112"/>
                            <a:gd name="T24" fmla="*/ 0 w 120"/>
                            <a:gd name="T25" fmla="*/ 46 h 112"/>
                            <a:gd name="T26" fmla="*/ 37 w 120"/>
                            <a:gd name="T27" fmla="*/ 61 h 112"/>
                            <a:gd name="T28" fmla="*/ 42 w 120"/>
                            <a:gd name="T29" fmla="*/ 61 h 112"/>
                            <a:gd name="T30" fmla="*/ 42 w 120"/>
                            <a:gd name="T31" fmla="*/ 57 h 112"/>
                            <a:gd name="T32" fmla="*/ 46 w 120"/>
                            <a:gd name="T33" fmla="*/ 54 h 112"/>
                            <a:gd name="T34" fmla="*/ 70 w 120"/>
                            <a:gd name="T35" fmla="*/ 54 h 112"/>
                            <a:gd name="T36" fmla="*/ 76 w 120"/>
                            <a:gd name="T37" fmla="*/ 57 h 112"/>
                            <a:gd name="T38" fmla="*/ 76 w 120"/>
                            <a:gd name="T39" fmla="*/ 61 h 112"/>
                            <a:gd name="T40" fmla="*/ 82 w 120"/>
                            <a:gd name="T41" fmla="*/ 61 h 112"/>
                            <a:gd name="T42" fmla="*/ 119 w 120"/>
                            <a:gd name="T43" fmla="*/ 46 h 112"/>
                            <a:gd name="T44" fmla="*/ 119 w 120"/>
                            <a:gd name="T45" fmla="*/ 25 h 112"/>
                            <a:gd name="T46" fmla="*/ 115 w 120"/>
                            <a:gd name="T47" fmla="*/ 20 h 112"/>
                            <a:gd name="T48" fmla="*/ 83 w 120"/>
                            <a:gd name="T49" fmla="*/ 20 h 112"/>
                            <a:gd name="T50" fmla="*/ 35 w 120"/>
                            <a:gd name="T51" fmla="*/ 20 h 112"/>
                            <a:gd name="T52" fmla="*/ 74 w 120"/>
                            <a:gd name="T53" fmla="*/ 20 h 112"/>
                            <a:gd name="T54" fmla="*/ 74 w 120"/>
                            <a:gd name="T55" fmla="*/ 13 h 112"/>
                            <a:gd name="T56" fmla="*/ 72 w 120"/>
                            <a:gd name="T57" fmla="*/ 9 h 112"/>
                            <a:gd name="T58" fmla="*/ 47 w 120"/>
                            <a:gd name="T59" fmla="*/ 9 h 112"/>
                            <a:gd name="T60" fmla="*/ 44 w 120"/>
                            <a:gd name="T61" fmla="*/ 13 h 112"/>
                            <a:gd name="T62" fmla="*/ 44 w 120"/>
                            <a:gd name="T63" fmla="*/ 20 h 112"/>
                            <a:gd name="T64" fmla="*/ 35 w 120"/>
                            <a:gd name="T65" fmla="*/ 20 h 112"/>
                            <a:gd name="T66" fmla="*/ 35 w 120"/>
                            <a:gd name="T67" fmla="*/ 7 h 112"/>
                            <a:gd name="T68" fmla="*/ 41 w 120"/>
                            <a:gd name="T69" fmla="*/ 1 h 112"/>
                            <a:gd name="T70" fmla="*/ 77 w 120"/>
                            <a:gd name="T71" fmla="*/ 1 h 112"/>
                            <a:gd name="T72" fmla="*/ 84 w 120"/>
                            <a:gd name="T73" fmla="*/ 7 h 112"/>
                            <a:gd name="T74" fmla="*/ 83 w 120"/>
                            <a:gd name="T75" fmla="*/ 20 h 112"/>
                            <a:gd name="T76" fmla="*/ 74 w 120"/>
                            <a:gd name="T77" fmla="*/ 20 h 112"/>
                            <a:gd name="T78" fmla="*/ 119 w 120"/>
                            <a:gd name="T79" fmla="*/ 50 h 112"/>
                            <a:gd name="T80" fmla="*/ 119 w 120"/>
                            <a:gd name="T81" fmla="*/ 105 h 112"/>
                            <a:gd name="T82" fmla="*/ 113 w 120"/>
                            <a:gd name="T83" fmla="*/ 111 h 112"/>
                            <a:gd name="T84" fmla="*/ 5 w 120"/>
                            <a:gd name="T85" fmla="*/ 111 h 112"/>
                            <a:gd name="T86" fmla="*/ 0 w 120"/>
                            <a:gd name="T87" fmla="*/ 106 h 112"/>
                            <a:gd name="T88" fmla="*/ 0 w 120"/>
                            <a:gd name="T89" fmla="*/ 50 h 112"/>
                            <a:gd name="T90" fmla="*/ 43 w 120"/>
                            <a:gd name="T91" fmla="*/ 67 h 112"/>
                            <a:gd name="T92" fmla="*/ 43 w 120"/>
                            <a:gd name="T93" fmla="*/ 72 h 112"/>
                            <a:gd name="T94" fmla="*/ 48 w 120"/>
                            <a:gd name="T95" fmla="*/ 78 h 112"/>
                            <a:gd name="T96" fmla="*/ 70 w 120"/>
                            <a:gd name="T97" fmla="*/ 78 h 112"/>
                            <a:gd name="T98" fmla="*/ 76 w 120"/>
                            <a:gd name="T99" fmla="*/ 72 h 112"/>
                            <a:gd name="T100" fmla="*/ 76 w 120"/>
                            <a:gd name="T101" fmla="*/ 67 h 112"/>
                            <a:gd name="T102" fmla="*/ 119 w 120"/>
                            <a:gd name="T103" fmla="*/ 50 h 112"/>
                            <a:gd name="T104" fmla="*/ 119 w 120"/>
                            <a:gd name="T105" fmla="*/ 50 h 112"/>
                            <a:gd name="T106" fmla="*/ 119 w 120"/>
                            <a:gd name="T107" fmla="*/ 5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20" h="112">
                              <a:moveTo>
                                <a:pt x="48" y="63"/>
                              </a:moveTo>
                              <a:cubicBezTo>
                                <a:pt x="48" y="63"/>
                                <a:pt x="47" y="59"/>
                                <a:pt x="52" y="59"/>
                              </a:cubicBezTo>
                              <a:cubicBezTo>
                                <a:pt x="67" y="59"/>
                                <a:pt x="67" y="59"/>
                                <a:pt x="67" y="59"/>
                              </a:cubicBezTo>
                              <a:cubicBezTo>
                                <a:pt x="67" y="59"/>
                                <a:pt x="70" y="59"/>
                                <a:pt x="70" y="63"/>
                              </a:cubicBezTo>
                              <a:cubicBezTo>
                                <a:pt x="70" y="68"/>
                                <a:pt x="70" y="68"/>
                                <a:pt x="70" y="68"/>
                              </a:cubicBezTo>
                              <a:cubicBezTo>
                                <a:pt x="70" y="68"/>
                                <a:pt x="71" y="72"/>
                                <a:pt x="67" y="72"/>
                              </a:cubicBezTo>
                              <a:cubicBezTo>
                                <a:pt x="52" y="72"/>
                                <a:pt x="52" y="72"/>
                                <a:pt x="52" y="72"/>
                              </a:cubicBezTo>
                              <a:cubicBezTo>
                                <a:pt x="52" y="72"/>
                                <a:pt x="48" y="74"/>
                                <a:pt x="48" y="68"/>
                              </a:cubicBezTo>
                              <a:cubicBezTo>
                                <a:pt x="48" y="63"/>
                                <a:pt x="48" y="63"/>
                                <a:pt x="48" y="63"/>
                              </a:cubicBezTo>
                              <a:close/>
                              <a:moveTo>
                                <a:pt x="35" y="20"/>
                              </a:move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4" y="20"/>
                                <a:pt x="0" y="19"/>
                                <a:pt x="0" y="26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42" y="61"/>
                                <a:pt x="42" y="61"/>
                                <a:pt x="42" y="61"/>
                              </a:cubicBezTo>
                              <a:cubicBezTo>
                                <a:pt x="42" y="57"/>
                                <a:pt x="42" y="57"/>
                                <a:pt x="42" y="57"/>
                              </a:cubicBezTo>
                              <a:cubicBezTo>
                                <a:pt x="42" y="57"/>
                                <a:pt x="43" y="54"/>
                                <a:pt x="46" y="54"/>
                              </a:cubicBezTo>
                              <a:cubicBezTo>
                                <a:pt x="70" y="54"/>
                                <a:pt x="70" y="54"/>
                                <a:pt x="70" y="54"/>
                              </a:cubicBezTo>
                              <a:cubicBezTo>
                                <a:pt x="70" y="54"/>
                                <a:pt x="76" y="53"/>
                                <a:pt x="76" y="57"/>
                              </a:cubicBezTo>
                              <a:cubicBezTo>
                                <a:pt x="76" y="61"/>
                                <a:pt x="76" y="61"/>
                                <a:pt x="76" y="61"/>
                              </a:cubicBezTo>
                              <a:cubicBezTo>
                                <a:pt x="82" y="61"/>
                                <a:pt x="82" y="61"/>
                                <a:pt x="82" y="61"/>
                              </a:cubicBezTo>
                              <a:cubicBezTo>
                                <a:pt x="119" y="46"/>
                                <a:pt x="119" y="46"/>
                                <a:pt x="119" y="46"/>
                              </a:cubicBezTo>
                              <a:cubicBezTo>
                                <a:pt x="119" y="25"/>
                                <a:pt x="119" y="25"/>
                                <a:pt x="119" y="25"/>
                              </a:cubicBezTo>
                              <a:cubicBezTo>
                                <a:pt x="119" y="25"/>
                                <a:pt x="120" y="20"/>
                                <a:pt x="115" y="20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lose/>
                              <a:moveTo>
                                <a:pt x="74" y="20"/>
                              </a:moveTo>
                              <a:cubicBezTo>
                                <a:pt x="74" y="13"/>
                                <a:pt x="74" y="13"/>
                                <a:pt x="74" y="13"/>
                              </a:cubicBezTo>
                              <a:cubicBezTo>
                                <a:pt x="74" y="13"/>
                                <a:pt x="75" y="9"/>
                                <a:pt x="72" y="9"/>
                              </a:cubicBezTo>
                              <a:cubicBezTo>
                                <a:pt x="47" y="9"/>
                                <a:pt x="47" y="9"/>
                                <a:pt x="47" y="9"/>
                              </a:cubicBezTo>
                              <a:cubicBezTo>
                                <a:pt x="47" y="9"/>
                                <a:pt x="44" y="9"/>
                                <a:pt x="44" y="13"/>
                              </a:cubicBezTo>
                              <a:cubicBezTo>
                                <a:pt x="44" y="20"/>
                                <a:pt x="44" y="20"/>
                                <a:pt x="44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ubicBezTo>
                                <a:pt x="35" y="7"/>
                                <a:pt x="35" y="7"/>
                                <a:pt x="35" y="7"/>
                              </a:cubicBezTo>
                              <a:cubicBezTo>
                                <a:pt x="35" y="7"/>
                                <a:pt x="35" y="2"/>
                                <a:pt x="41" y="1"/>
                              </a:cubicBezTo>
                              <a:cubicBezTo>
                                <a:pt x="77" y="1"/>
                                <a:pt x="77" y="1"/>
                                <a:pt x="77" y="1"/>
                              </a:cubicBezTo>
                              <a:cubicBezTo>
                                <a:pt x="77" y="1"/>
                                <a:pt x="84" y="0"/>
                                <a:pt x="84" y="7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74" y="20"/>
                                <a:pt x="74" y="20"/>
                                <a:pt x="74" y="2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105"/>
                                <a:pt x="119" y="105"/>
                                <a:pt x="119" y="105"/>
                              </a:cubicBezTo>
                              <a:cubicBezTo>
                                <a:pt x="119" y="105"/>
                                <a:pt x="119" y="111"/>
                                <a:pt x="113" y="111"/>
                              </a:cubicBezTo>
                              <a:cubicBezTo>
                                <a:pt x="5" y="111"/>
                                <a:pt x="5" y="111"/>
                                <a:pt x="5" y="111"/>
                              </a:cubicBezTo>
                              <a:cubicBezTo>
                                <a:pt x="5" y="111"/>
                                <a:pt x="0" y="112"/>
                                <a:pt x="0" y="10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43" y="67"/>
                                <a:pt x="43" y="67"/>
                                <a:pt x="43" y="67"/>
                              </a:cubicBezTo>
                              <a:cubicBezTo>
                                <a:pt x="43" y="72"/>
                                <a:pt x="43" y="72"/>
                                <a:pt x="43" y="72"/>
                              </a:cubicBezTo>
                              <a:cubicBezTo>
                                <a:pt x="43" y="72"/>
                                <a:pt x="43" y="78"/>
                                <a:pt x="48" y="78"/>
                              </a:cubicBezTo>
                              <a:cubicBezTo>
                                <a:pt x="70" y="78"/>
                                <a:pt x="70" y="78"/>
                                <a:pt x="70" y="78"/>
                              </a:cubicBezTo>
                              <a:cubicBezTo>
                                <a:pt x="70" y="78"/>
                                <a:pt x="76" y="78"/>
                                <a:pt x="76" y="72"/>
                              </a:cubicBezTo>
                              <a:cubicBezTo>
                                <a:pt x="76" y="67"/>
                                <a:pt x="76" y="67"/>
                                <a:pt x="76" y="67"/>
                              </a:cubicBez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03" o:spid="_x0000_s1026" o:spt="100" style="position:absolute;left:0pt;margin-left:-55.4pt;margin-top:333.75pt;height:12.5pt;width:13.35pt;mso-position-vertical-relative:page;z-index:251682816;mso-width-relative:page;mso-height-relative:page;" fillcolor="#FFFFFF [3212]" filled="t" stroked="f" coordsize="120,112" o:gfxdata="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<v:path textboxrect="0,0,120,112" o:connectlocs="67818,89296;73469,83627;94662,83627;98901,89296;98901,96383;94662,102053;73469,102053;67818,96383;67818,89296;49450,28348;5651,28348;0,36852;0,65200;52276,86462;59340,86462;59340,80792;64992,76540;98901,76540;107378,80792;107378,86462;115855,86462;168132,65200;168132,35435;162480,28348;117268,28348;49450,28348;104552,28348;104552,18426;101727,12756;66405,12756;62166,18426;62166,28348;49450,28348;49450,9921;57927,1417;108791,1417;118681,9921;117268,28348;104552,28348;168132,70870;168132,148828;159654,157332;7064,157332;0,150245;0,70870;60753,94966;60753,102053;67818,110558;98901,110558;107378,102053;107378,94966;168132,70870;168132,70870;168132,7087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-1191895</wp:posOffset>
                </wp:positionH>
                <wp:positionV relativeFrom="paragraph">
                  <wp:posOffset>-1006475</wp:posOffset>
                </wp:positionV>
                <wp:extent cx="7658100" cy="459105"/>
                <wp:effectExtent l="0" t="0" r="0" b="171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4455" y="86995"/>
                          <a:ext cx="7658100" cy="45910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85pt;margin-top:-79.25pt;height:36.15pt;width:603pt;z-index:251662336;v-text-anchor:middle;mso-width-relative:page;mso-height-relative:page;" fillcolor="#F4F4F4" filled="t" stroked="f" coordsize="21600,21600" o:gfxdata="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TsKWzYAAAADgEAAA8AAAAAAAAAAQAgAAAAIgAAAGRycy9k&#10;b3ducmV2LnhtbFBLAQIUABQAAAAIAIdO4kCJxRrydAIAANMEAAAOAAAAAAAAAAEAIAAAACcBAABk&#10;cnMvZTJvRG9jLnhtbFBLBQYAAAAABgAGAFkBAAAN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-779780</wp:posOffset>
                </wp:positionH>
                <wp:positionV relativeFrom="paragraph">
                  <wp:posOffset>8169275</wp:posOffset>
                </wp:positionV>
                <wp:extent cx="313690" cy="313690"/>
                <wp:effectExtent l="6350" t="6350" r="22860" b="2286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90" cy="3136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61.4pt;margin-top:643.25pt;height:24.7pt;width:24.7pt;z-index:251684864;v-text-anchor:middle;mso-width-relative:page;mso-height-relative:page;" fillcolor="#5B9BD5 [3204]" filled="t" stroked="t" coordsize="21600,21600" o:gfxdata="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o4rjt0AAAAOAQAADwAAAAAAAAABACAAAAAiAAAAZHJz&#10;L2Rvd25yZXYueG1sUEsBAhQAFAAAAAgAh07iQCxgq6NxAgAA+AQAAA4AAAAAAAAAAQAgAAAALAEA&#10;AGRycy9lMm9Eb2MueG1sUEsFBgAAAAAGAAYAWQEAAA8GAAAAAA==&#10;">
                <v:fill on="t" focussize="0,0"/>
                <v:stroke weight="1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-705485</wp:posOffset>
                </wp:positionH>
                <wp:positionV relativeFrom="page">
                  <wp:posOffset>9164955</wp:posOffset>
                </wp:positionV>
                <wp:extent cx="181610" cy="166370"/>
                <wp:effectExtent l="0" t="0" r="8890" b="5080"/>
                <wp:wrapNone/>
                <wp:docPr id="5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1610" cy="166370"/>
                        </a:xfrm>
                        <a:custGeom>
                          <a:avLst/>
                          <a:gdLst>
                            <a:gd name="T0" fmla="*/ 0 w 63"/>
                            <a:gd name="T1" fmla="*/ 2147483646 h 57"/>
                            <a:gd name="T2" fmla="*/ 2147483646 w 63"/>
                            <a:gd name="T3" fmla="*/ 2147483646 h 57"/>
                            <a:gd name="T4" fmla="*/ 2147483646 w 63"/>
                            <a:gd name="T5" fmla="*/ 2147483646 h 57"/>
                            <a:gd name="T6" fmla="*/ 2147483646 w 63"/>
                            <a:gd name="T7" fmla="*/ 2147483646 h 57"/>
                            <a:gd name="T8" fmla="*/ 2147483646 w 63"/>
                            <a:gd name="T9" fmla="*/ 0 h 57"/>
                            <a:gd name="T10" fmla="*/ 2147483646 w 63"/>
                            <a:gd name="T11" fmla="*/ 2147483646 h 57"/>
                            <a:gd name="T12" fmla="*/ 2147483646 w 63"/>
                            <a:gd name="T13" fmla="*/ 2147483646 h 57"/>
                            <a:gd name="T14" fmla="*/ 0 w 63"/>
                            <a:gd name="T15" fmla="*/ 2147483646 h 57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63" h="57">
                              <a:moveTo>
                                <a:pt x="0" y="55"/>
                              </a:moveTo>
                              <a:cubicBezTo>
                                <a:pt x="0" y="55"/>
                                <a:pt x="0" y="57"/>
                                <a:pt x="4" y="57"/>
                              </a:cubicBezTo>
                              <a:cubicBezTo>
                                <a:pt x="3" y="54"/>
                                <a:pt x="11" y="45"/>
                                <a:pt x="11" y="45"/>
                              </a:cubicBezTo>
                              <a:cubicBezTo>
                                <a:pt x="11" y="45"/>
                                <a:pt x="25" y="54"/>
                                <a:pt x="40" y="39"/>
                              </a:cubicBezTo>
                              <a:cubicBezTo>
                                <a:pt x="54" y="23"/>
                                <a:pt x="44" y="11"/>
                                <a:pt x="63" y="0"/>
                              </a:cubicBezTo>
                              <a:cubicBezTo>
                                <a:pt x="17" y="10"/>
                                <a:pt x="7" y="24"/>
                                <a:pt x="8" y="43"/>
                              </a:cubicBezTo>
                              <a:cubicBezTo>
                                <a:pt x="12" y="34"/>
                                <a:pt x="24" y="22"/>
                                <a:pt x="34" y="17"/>
                              </a:cubicBezTo>
                              <a:cubicBezTo>
                                <a:pt x="17" y="29"/>
                                <a:pt x="5" y="47"/>
                                <a:pt x="0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5.55pt;margin-top:721.65pt;height:13.1pt;width:14.3pt;mso-position-vertical-relative:page;z-index:251685888;v-text-anchor:middle;mso-width-relative:page;mso-height-relative:page;" fillcolor="#FFFFFF [3212]" filled="t" stroked="f" coordsize="63,57" o:gfxdata="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B+UE9DaAAAADgEAAA8AAAAA&#10;AAAAAQAgAAAAIgAAAGRycy9kb3ducmV2LnhtbFBLAQIUABQAAAAIAIdO4kBtPIt+oQMAAA4MAAAO&#10;AAAAAAAAAAEAIAAAACkBAABkcnMvZTJvRG9jLnhtbFBLBQYAAAAABgAGAFkBAAA8BwAAAAA=&#10;" path="m0,55c0,55,0,57,4,57c3,54,11,45,11,45c11,45,25,54,40,39c54,23,44,11,63,0c17,10,7,24,8,43c12,34,24,22,34,17c17,29,5,47,0,55xe">
                <v:path textboxrect="0,0,63,57" o:connectlocs="0,@0;@0,@0;@0,@0;@0,@0;@0,0;@0,@0;@0,@0;0,@0" o:connectangles="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8343900</wp:posOffset>
                </wp:positionV>
                <wp:extent cx="5471795" cy="0"/>
                <wp:effectExtent l="0" t="0" r="0" b="0"/>
                <wp:wrapNone/>
                <wp:docPr id="55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22755" y="9258300"/>
                          <a:ext cx="547179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45.65pt;margin-top:657pt;height:0pt;width:430.85pt;z-index:251676672;mso-width-relative:page;mso-height-relative:page;" filled="f" stroked="t" coordsize="21600,21600" o:gfxdata="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j7sb12QAAAAwBAAAPAAAAAAAAAAEAIAAAACIAAABkcnMv&#10;ZG93bnJldi54bWxQSwECFAAUAAAACACHTuJA9o41CgICAADgAwAADgAAAAAAAAABACAAAAAoAQAA&#10;ZHJzL2Uyb0RvYy54bWxQSwUGAAAAAAYABgBZAQAAnAUAAAAA&#10;">
                <v:fill on="f" focussize="0,0"/>
                <v:stroke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7153910</wp:posOffset>
                </wp:positionV>
                <wp:extent cx="6257290" cy="80581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290" cy="805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1100" w:hanging="1100" w:hangingChars="500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语言技能：大学语言4级（CET-4），听读写熟练，普通话标准流利，粤语良好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1100" w:hanging="1100" w:hangingChars="50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办公技能：通过计算机二级考试，熟悉EXCEL、WORD、PPT等办公软件，熟练应用财务软件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技能证书：珠算等级资格证书、出纳员资格证书、会计资格证书、CET-4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9pt;margin-top:563.3pt;height:63.45pt;width:492.7pt;z-index:251667456;mso-width-relative:page;mso-height-relative:page;" filled="f" stroked="f" coordsize="21600,21600" o:gfxdata="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jGSLK3QAAAA0BAAAPAAAAAAAAAAEAIAAAACIAAABk&#10;cnMvZG93bnJldi54bWxQSwECFAAUAAAACACHTuJAQi178joCAABoBAAADgAAAAAAAAABACAAAAAs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1100" w:hanging="1100" w:hangingChars="500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语言技能：大学语言4级（CET-4），听读写熟练，普通话标准流利，粤语良好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1100" w:hanging="1100" w:hangingChars="50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办公技能：通过计算机二级考试，熟悉EXCEL、WORD、PPT等办公软件，熟练应用财务软件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技能证书：珠算等级资格证书、出纳员资格证书、会计资格证书、CET-4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8583295</wp:posOffset>
                </wp:positionV>
                <wp:extent cx="6569075" cy="85598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9075" cy="855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本人通过在校期间的学习，掌握了专业相关的知识和技能，实习期间锻炼了我的沟通能力和应变能力，积累了丰富的经验。本人上进心强、勤于学习不断提高自身的能力和综合素质，希望能充分发挥自己所学，将理论与具体的实际工作结合，把工作做的更好，我相信我能做好这份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9pt;margin-top:675.85pt;height:67.4pt;width:517.25pt;z-index:251669504;mso-width-relative:page;mso-height-relative:page;" filled="f" stroked="f" coordsize="21600,21600" o:gfxdata="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+cbIf3QAAAA0BAAAPAAAAAAAAAAEAIAAAACIA&#10;AABkcnMvZG93bnJldi54bWxQSwECFAAUAAAACACHTuJAatNWVz0CAABm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本人通过在校期间的学习，掌握了专业相关的知识和技能，实习期间锻炼了我的沟通能力和应变能力，积累了丰富的经验。本人上进心强、勤于学习不断提高自身的能力和综合素质，希望能充分发挥自己所学，将理论与具体的实际工作结合，把工作做的更好，我相信我能做好这份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8098790</wp:posOffset>
                </wp:positionV>
                <wp:extent cx="956310" cy="435610"/>
                <wp:effectExtent l="0" t="0" r="0" b="0"/>
                <wp:wrapNone/>
                <wp:docPr id="4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0430" y="8947785"/>
                          <a:ext cx="95631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B9BD5"/>
                                <w:sz w:val="28"/>
                                <w:szCs w:val="28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37.9pt;margin-top:637.7pt;height:34.3pt;width:75.3pt;z-index:251670528;mso-width-relative:page;mso-height-relative:page;" filled="f" stroked="f" coordsize="21600,21600" o:gfxdata="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5cbKg3AAAAAwBAAAPAAAAAAAA&#10;AAEAIAAAACIAAABkcnMvZG93bnJldi54bWxQSwECFAAUAAAACACHTuJApXGXSkcCAABy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B9BD5"/>
                          <w:sz w:val="28"/>
                          <w:szCs w:val="28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-1193800</wp:posOffset>
                </wp:positionH>
                <wp:positionV relativeFrom="paragraph">
                  <wp:posOffset>-1057275</wp:posOffset>
                </wp:positionV>
                <wp:extent cx="7715250" cy="11137265"/>
                <wp:effectExtent l="0" t="0" r="0" b="6985"/>
                <wp:wrapNone/>
                <wp:docPr id="60" name="剪去单角的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0" cy="11137265"/>
                        </a:xfrm>
                        <a:prstGeom prst="snip1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94pt;margin-top:-83.25pt;height:876.95pt;width:607.5pt;z-index:-251650048;v-text-anchor:middle;mso-width-relative:page;mso-height-relative:page;" fillcolor="#FFFFFF [3212]" filled="t" stroked="f" coordsize="7715250,11137265" o:gfxdata="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n/sS03QAAAA8BAAAPAAAAAAAAAAEAIAAAACIAAABkcnMvZG93&#10;bnJldi54bWxQSwECFAAUAAAACACHTuJAEv/od6YCAAAWBQAADgAAAAAAAAABACAAAAAsAQAAZHJz&#10;L2Uyb0RvYy54bWxQSwUGAAAAAAYABgBZAQAARAYAAAAA&#10;" path="m0,0l7715250,0,7715250,0,7715250,11137265,0,11137265xe">
                <v:path textboxrect="0,0,7715250,11137265" o:connectlocs="7715250,5568632;3857625,11137265;0,5568632;3857625,0" o:connectangles="0,82,164,247"/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-1189355</wp:posOffset>
                </wp:positionH>
                <wp:positionV relativeFrom="paragraph">
                  <wp:posOffset>-1027430</wp:posOffset>
                </wp:positionV>
                <wp:extent cx="7715250" cy="10886440"/>
                <wp:effectExtent l="0" t="0" r="0" b="1016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0" cy="10886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65pt;margin-top:-80.9pt;height:857.2pt;width:607.5pt;z-index:-251642880;v-text-anchor:middle;mso-width-relative:page;mso-height-relative:page;" fillcolor="#FFFFFF [3212]" filled="t" stroked="f" coordsize="21600,21600" o:gfxdata="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A4sIS/cAAAADwEAAA8AAAAAAAAAAQAgAAAAIgAAAGRy&#10;cy9kb3ducmV2LnhtbFBLAQIUABQAAAAIAIdO4kA+TF7OcwIAANoEAAAOAAAAAAAAAAEAIAAAACs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文黑-55简">
    <w:panose1 w:val="00020600040101010101"/>
    <w:charset w:val="86"/>
    <w:family w:val="auto"/>
    <w:pitch w:val="default"/>
    <w:sig w:usb0="A00002BF" w:usb1="1ACF7CFA" w:usb2="00000016" w:usb3="00000000" w:csb0="0004009F" w:csb1="DFD70000"/>
    <w:embedRegular r:id="rId1" w:fontKey="{BC88F8B7-9E4E-40DC-A0DC-9AC32E13D42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772A00"/>
    <w:multiLevelType w:val="singleLevel"/>
    <w:tmpl w:val="34772A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D5F2D"/>
    <w:rsid w:val="001142AF"/>
    <w:rsid w:val="002560E1"/>
    <w:rsid w:val="002732C2"/>
    <w:rsid w:val="00414CE6"/>
    <w:rsid w:val="00936F15"/>
    <w:rsid w:val="00A917B4"/>
    <w:rsid w:val="00C92AAA"/>
    <w:rsid w:val="00D036C3"/>
    <w:rsid w:val="00D97949"/>
    <w:rsid w:val="00DC3BFA"/>
    <w:rsid w:val="00E6068F"/>
    <w:rsid w:val="012968A8"/>
    <w:rsid w:val="01701FD7"/>
    <w:rsid w:val="01894E35"/>
    <w:rsid w:val="02262F06"/>
    <w:rsid w:val="02353540"/>
    <w:rsid w:val="023772EA"/>
    <w:rsid w:val="02466DF4"/>
    <w:rsid w:val="02491B6D"/>
    <w:rsid w:val="026B1029"/>
    <w:rsid w:val="026C4797"/>
    <w:rsid w:val="02A1157D"/>
    <w:rsid w:val="031D5ED8"/>
    <w:rsid w:val="0353306A"/>
    <w:rsid w:val="035D76AB"/>
    <w:rsid w:val="036A60C3"/>
    <w:rsid w:val="03746426"/>
    <w:rsid w:val="0384091E"/>
    <w:rsid w:val="03AE6DD7"/>
    <w:rsid w:val="03BC2831"/>
    <w:rsid w:val="040A0742"/>
    <w:rsid w:val="04160CB4"/>
    <w:rsid w:val="04237D89"/>
    <w:rsid w:val="042C3E7C"/>
    <w:rsid w:val="043158F8"/>
    <w:rsid w:val="04395400"/>
    <w:rsid w:val="0489456D"/>
    <w:rsid w:val="049F4EAB"/>
    <w:rsid w:val="04C03FF9"/>
    <w:rsid w:val="04C437E6"/>
    <w:rsid w:val="04C63F04"/>
    <w:rsid w:val="04DE3E15"/>
    <w:rsid w:val="04E36635"/>
    <w:rsid w:val="04FB005D"/>
    <w:rsid w:val="051D3F2A"/>
    <w:rsid w:val="05726074"/>
    <w:rsid w:val="05924FA8"/>
    <w:rsid w:val="05934C7C"/>
    <w:rsid w:val="05A3343E"/>
    <w:rsid w:val="05B11293"/>
    <w:rsid w:val="05B16635"/>
    <w:rsid w:val="05B32A20"/>
    <w:rsid w:val="05B94171"/>
    <w:rsid w:val="05C44922"/>
    <w:rsid w:val="060E53C9"/>
    <w:rsid w:val="064C3473"/>
    <w:rsid w:val="064E667D"/>
    <w:rsid w:val="06546D16"/>
    <w:rsid w:val="06616BA5"/>
    <w:rsid w:val="06792749"/>
    <w:rsid w:val="06906036"/>
    <w:rsid w:val="073D5688"/>
    <w:rsid w:val="075057EF"/>
    <w:rsid w:val="075F10B4"/>
    <w:rsid w:val="076D2A28"/>
    <w:rsid w:val="076E74F9"/>
    <w:rsid w:val="07820B94"/>
    <w:rsid w:val="07C7693D"/>
    <w:rsid w:val="07E317F8"/>
    <w:rsid w:val="07FC091D"/>
    <w:rsid w:val="08575FFD"/>
    <w:rsid w:val="08B10699"/>
    <w:rsid w:val="08D74B38"/>
    <w:rsid w:val="08DC243F"/>
    <w:rsid w:val="090E1192"/>
    <w:rsid w:val="091750AE"/>
    <w:rsid w:val="09302F2B"/>
    <w:rsid w:val="09392BF6"/>
    <w:rsid w:val="09425845"/>
    <w:rsid w:val="0969178C"/>
    <w:rsid w:val="09692781"/>
    <w:rsid w:val="098F22C3"/>
    <w:rsid w:val="09931565"/>
    <w:rsid w:val="09AC0570"/>
    <w:rsid w:val="09B36064"/>
    <w:rsid w:val="0A273913"/>
    <w:rsid w:val="0A476236"/>
    <w:rsid w:val="0A4A640F"/>
    <w:rsid w:val="0A501117"/>
    <w:rsid w:val="0A5F0CEF"/>
    <w:rsid w:val="0AC60DB6"/>
    <w:rsid w:val="0AC6218B"/>
    <w:rsid w:val="0AD05B39"/>
    <w:rsid w:val="0AF85654"/>
    <w:rsid w:val="0B1F59B1"/>
    <w:rsid w:val="0B3269F3"/>
    <w:rsid w:val="0B492593"/>
    <w:rsid w:val="0B6F6730"/>
    <w:rsid w:val="0BA61BD1"/>
    <w:rsid w:val="0C653676"/>
    <w:rsid w:val="0C6725E8"/>
    <w:rsid w:val="0C851D03"/>
    <w:rsid w:val="0CAC4B4C"/>
    <w:rsid w:val="0CBB5AEB"/>
    <w:rsid w:val="0CCE2B10"/>
    <w:rsid w:val="0CFA5AB9"/>
    <w:rsid w:val="0CFB5651"/>
    <w:rsid w:val="0D090518"/>
    <w:rsid w:val="0D450288"/>
    <w:rsid w:val="0D904AC6"/>
    <w:rsid w:val="0DC52185"/>
    <w:rsid w:val="0DC5664A"/>
    <w:rsid w:val="0DD405FA"/>
    <w:rsid w:val="0DDA5C85"/>
    <w:rsid w:val="0DF071A2"/>
    <w:rsid w:val="0E0E0963"/>
    <w:rsid w:val="0E1513DE"/>
    <w:rsid w:val="0E642DE5"/>
    <w:rsid w:val="0E6E7B0F"/>
    <w:rsid w:val="0E7200BB"/>
    <w:rsid w:val="0EA70A91"/>
    <w:rsid w:val="0EBC5DAA"/>
    <w:rsid w:val="0ECD6DF7"/>
    <w:rsid w:val="0F2C51F5"/>
    <w:rsid w:val="0F377A67"/>
    <w:rsid w:val="0F580654"/>
    <w:rsid w:val="0F9A5C31"/>
    <w:rsid w:val="0FAF0F65"/>
    <w:rsid w:val="0FEF2A05"/>
    <w:rsid w:val="110D3C99"/>
    <w:rsid w:val="11136D56"/>
    <w:rsid w:val="112F311B"/>
    <w:rsid w:val="1138707B"/>
    <w:rsid w:val="11765EE8"/>
    <w:rsid w:val="118E2678"/>
    <w:rsid w:val="11A31353"/>
    <w:rsid w:val="11A449DB"/>
    <w:rsid w:val="11A74A72"/>
    <w:rsid w:val="11B05DF7"/>
    <w:rsid w:val="11D03898"/>
    <w:rsid w:val="11D7588F"/>
    <w:rsid w:val="11DA2096"/>
    <w:rsid w:val="11E240F5"/>
    <w:rsid w:val="11E31F9A"/>
    <w:rsid w:val="11E46472"/>
    <w:rsid w:val="11E70D4E"/>
    <w:rsid w:val="11FC61E0"/>
    <w:rsid w:val="11FC6864"/>
    <w:rsid w:val="121542B6"/>
    <w:rsid w:val="1231672F"/>
    <w:rsid w:val="123E3FE7"/>
    <w:rsid w:val="12435A12"/>
    <w:rsid w:val="12471B05"/>
    <w:rsid w:val="128D3159"/>
    <w:rsid w:val="128F4427"/>
    <w:rsid w:val="129944BC"/>
    <w:rsid w:val="12A4231F"/>
    <w:rsid w:val="12BA18EA"/>
    <w:rsid w:val="12F80EE3"/>
    <w:rsid w:val="130540FB"/>
    <w:rsid w:val="130B091F"/>
    <w:rsid w:val="134955D0"/>
    <w:rsid w:val="13504F46"/>
    <w:rsid w:val="13633B30"/>
    <w:rsid w:val="13665E1A"/>
    <w:rsid w:val="137A38BD"/>
    <w:rsid w:val="13846FD5"/>
    <w:rsid w:val="138D6B2C"/>
    <w:rsid w:val="13A00711"/>
    <w:rsid w:val="13BD50C3"/>
    <w:rsid w:val="13C750AF"/>
    <w:rsid w:val="13DB1521"/>
    <w:rsid w:val="14440E04"/>
    <w:rsid w:val="14784523"/>
    <w:rsid w:val="14A2445B"/>
    <w:rsid w:val="152509A4"/>
    <w:rsid w:val="152B0805"/>
    <w:rsid w:val="152C2D85"/>
    <w:rsid w:val="15895010"/>
    <w:rsid w:val="15CE099A"/>
    <w:rsid w:val="161D553A"/>
    <w:rsid w:val="162E6712"/>
    <w:rsid w:val="163A376E"/>
    <w:rsid w:val="165750CB"/>
    <w:rsid w:val="16B7108E"/>
    <w:rsid w:val="16BA53EF"/>
    <w:rsid w:val="16DF0C31"/>
    <w:rsid w:val="172F50E9"/>
    <w:rsid w:val="175E0287"/>
    <w:rsid w:val="17667BAA"/>
    <w:rsid w:val="17860118"/>
    <w:rsid w:val="179C678F"/>
    <w:rsid w:val="17B81E09"/>
    <w:rsid w:val="17C72C5B"/>
    <w:rsid w:val="18066A1E"/>
    <w:rsid w:val="181B31B5"/>
    <w:rsid w:val="18420CED"/>
    <w:rsid w:val="185D7493"/>
    <w:rsid w:val="188A0D17"/>
    <w:rsid w:val="18A647FB"/>
    <w:rsid w:val="18B74A50"/>
    <w:rsid w:val="18B97B94"/>
    <w:rsid w:val="18C16234"/>
    <w:rsid w:val="18DA394F"/>
    <w:rsid w:val="18F72A28"/>
    <w:rsid w:val="18FC11D9"/>
    <w:rsid w:val="19126181"/>
    <w:rsid w:val="193405B1"/>
    <w:rsid w:val="19473BBD"/>
    <w:rsid w:val="194F0A68"/>
    <w:rsid w:val="19716871"/>
    <w:rsid w:val="198163B3"/>
    <w:rsid w:val="19AA2992"/>
    <w:rsid w:val="19BA30CC"/>
    <w:rsid w:val="19D27EB7"/>
    <w:rsid w:val="19F96CFC"/>
    <w:rsid w:val="1A8C17C0"/>
    <w:rsid w:val="1A920B66"/>
    <w:rsid w:val="1A9466BB"/>
    <w:rsid w:val="1AB5423B"/>
    <w:rsid w:val="1AC2035B"/>
    <w:rsid w:val="1ACC4CC5"/>
    <w:rsid w:val="1AD37C69"/>
    <w:rsid w:val="1AD40C4E"/>
    <w:rsid w:val="1AFE50A2"/>
    <w:rsid w:val="1B003E05"/>
    <w:rsid w:val="1B536BEB"/>
    <w:rsid w:val="1B7D2CDE"/>
    <w:rsid w:val="1BA01C5A"/>
    <w:rsid w:val="1BA87E53"/>
    <w:rsid w:val="1BE340FE"/>
    <w:rsid w:val="1BE86F08"/>
    <w:rsid w:val="1C2B6B65"/>
    <w:rsid w:val="1C393BCD"/>
    <w:rsid w:val="1C4F04A0"/>
    <w:rsid w:val="1C6534D5"/>
    <w:rsid w:val="1CC14CD6"/>
    <w:rsid w:val="1CDB3B52"/>
    <w:rsid w:val="1CEC3AC7"/>
    <w:rsid w:val="1D1E1D0B"/>
    <w:rsid w:val="1D3922D9"/>
    <w:rsid w:val="1D50022B"/>
    <w:rsid w:val="1D9E609E"/>
    <w:rsid w:val="1DBD39A9"/>
    <w:rsid w:val="1DC076F7"/>
    <w:rsid w:val="1DE212EF"/>
    <w:rsid w:val="1DED372A"/>
    <w:rsid w:val="1DEE64BF"/>
    <w:rsid w:val="1E3434A5"/>
    <w:rsid w:val="1E70600C"/>
    <w:rsid w:val="1EBC1EF4"/>
    <w:rsid w:val="1EBC2096"/>
    <w:rsid w:val="1ED41662"/>
    <w:rsid w:val="1F2A443D"/>
    <w:rsid w:val="1F903A73"/>
    <w:rsid w:val="1FA40790"/>
    <w:rsid w:val="1FD75C38"/>
    <w:rsid w:val="1FF22AB9"/>
    <w:rsid w:val="204E4BD9"/>
    <w:rsid w:val="205276F9"/>
    <w:rsid w:val="20864DB8"/>
    <w:rsid w:val="208B431E"/>
    <w:rsid w:val="209A6896"/>
    <w:rsid w:val="20AF2650"/>
    <w:rsid w:val="20CD3575"/>
    <w:rsid w:val="20DB4433"/>
    <w:rsid w:val="210274E9"/>
    <w:rsid w:val="210340D6"/>
    <w:rsid w:val="213E065A"/>
    <w:rsid w:val="21790FFE"/>
    <w:rsid w:val="21AB3F96"/>
    <w:rsid w:val="222F27FB"/>
    <w:rsid w:val="225919EB"/>
    <w:rsid w:val="22830324"/>
    <w:rsid w:val="228A78F1"/>
    <w:rsid w:val="228D434D"/>
    <w:rsid w:val="22A11895"/>
    <w:rsid w:val="22A56D84"/>
    <w:rsid w:val="22A9285D"/>
    <w:rsid w:val="22EA57D7"/>
    <w:rsid w:val="22F63329"/>
    <w:rsid w:val="230E04A1"/>
    <w:rsid w:val="231B494E"/>
    <w:rsid w:val="233E615E"/>
    <w:rsid w:val="23586583"/>
    <w:rsid w:val="23BC11FA"/>
    <w:rsid w:val="23BE2423"/>
    <w:rsid w:val="241114BD"/>
    <w:rsid w:val="24145847"/>
    <w:rsid w:val="24225F77"/>
    <w:rsid w:val="243E65BE"/>
    <w:rsid w:val="245B5D30"/>
    <w:rsid w:val="247C6B1D"/>
    <w:rsid w:val="24AB6C23"/>
    <w:rsid w:val="24C611D6"/>
    <w:rsid w:val="2513099B"/>
    <w:rsid w:val="2564604E"/>
    <w:rsid w:val="25A1630B"/>
    <w:rsid w:val="25D753BC"/>
    <w:rsid w:val="25DB23F1"/>
    <w:rsid w:val="25E90BDC"/>
    <w:rsid w:val="25F00F1A"/>
    <w:rsid w:val="2622585A"/>
    <w:rsid w:val="26341541"/>
    <w:rsid w:val="266A65CC"/>
    <w:rsid w:val="266C4583"/>
    <w:rsid w:val="268714FF"/>
    <w:rsid w:val="26B034DD"/>
    <w:rsid w:val="27530B9C"/>
    <w:rsid w:val="2754104E"/>
    <w:rsid w:val="27637208"/>
    <w:rsid w:val="27987F0B"/>
    <w:rsid w:val="279A2070"/>
    <w:rsid w:val="27A665C8"/>
    <w:rsid w:val="27AE362C"/>
    <w:rsid w:val="27C94939"/>
    <w:rsid w:val="27E65A8A"/>
    <w:rsid w:val="28386601"/>
    <w:rsid w:val="28476FE9"/>
    <w:rsid w:val="285B4B90"/>
    <w:rsid w:val="287F4463"/>
    <w:rsid w:val="28854825"/>
    <w:rsid w:val="289D2958"/>
    <w:rsid w:val="28B615CC"/>
    <w:rsid w:val="28C6526E"/>
    <w:rsid w:val="28E3255D"/>
    <w:rsid w:val="290106E0"/>
    <w:rsid w:val="292C2C40"/>
    <w:rsid w:val="29564034"/>
    <w:rsid w:val="298B05D7"/>
    <w:rsid w:val="29F21C8A"/>
    <w:rsid w:val="29FC1EA0"/>
    <w:rsid w:val="2A1771DF"/>
    <w:rsid w:val="2A774EC1"/>
    <w:rsid w:val="2A795E61"/>
    <w:rsid w:val="2A8621E4"/>
    <w:rsid w:val="2A8A4B47"/>
    <w:rsid w:val="2AAA4DDE"/>
    <w:rsid w:val="2ACC38B1"/>
    <w:rsid w:val="2AE362B1"/>
    <w:rsid w:val="2B070C22"/>
    <w:rsid w:val="2B106417"/>
    <w:rsid w:val="2B3449E5"/>
    <w:rsid w:val="2B5F5760"/>
    <w:rsid w:val="2B6F6496"/>
    <w:rsid w:val="2B7D5F2D"/>
    <w:rsid w:val="2B9522CA"/>
    <w:rsid w:val="2BD273E5"/>
    <w:rsid w:val="2BEF06F8"/>
    <w:rsid w:val="2C10394A"/>
    <w:rsid w:val="2C2B4D4A"/>
    <w:rsid w:val="2C6C7899"/>
    <w:rsid w:val="2C926286"/>
    <w:rsid w:val="2C9E4EE2"/>
    <w:rsid w:val="2CD91894"/>
    <w:rsid w:val="2D0D6D7A"/>
    <w:rsid w:val="2D362FFF"/>
    <w:rsid w:val="2D6A48E8"/>
    <w:rsid w:val="2D8F6BF2"/>
    <w:rsid w:val="2D9049E7"/>
    <w:rsid w:val="2DC21AD1"/>
    <w:rsid w:val="2DC3461C"/>
    <w:rsid w:val="2DE92358"/>
    <w:rsid w:val="2DF93A56"/>
    <w:rsid w:val="2E01406E"/>
    <w:rsid w:val="2E0E59B7"/>
    <w:rsid w:val="2E173713"/>
    <w:rsid w:val="2E6B5FB9"/>
    <w:rsid w:val="2E7653DA"/>
    <w:rsid w:val="2E824F6F"/>
    <w:rsid w:val="2EEA406D"/>
    <w:rsid w:val="2F065AC7"/>
    <w:rsid w:val="2F0D113F"/>
    <w:rsid w:val="2F0D4596"/>
    <w:rsid w:val="2F165E67"/>
    <w:rsid w:val="2F255DE2"/>
    <w:rsid w:val="2F552474"/>
    <w:rsid w:val="2F6D2DF6"/>
    <w:rsid w:val="2F6D372F"/>
    <w:rsid w:val="2FB1324F"/>
    <w:rsid w:val="2FB406CF"/>
    <w:rsid w:val="2FC57D55"/>
    <w:rsid w:val="30013F99"/>
    <w:rsid w:val="301C491F"/>
    <w:rsid w:val="30C80FB3"/>
    <w:rsid w:val="30EF2188"/>
    <w:rsid w:val="31140211"/>
    <w:rsid w:val="313A3F87"/>
    <w:rsid w:val="313B752E"/>
    <w:rsid w:val="314900E1"/>
    <w:rsid w:val="317D26B3"/>
    <w:rsid w:val="31B64812"/>
    <w:rsid w:val="31B8739E"/>
    <w:rsid w:val="31BD4BAF"/>
    <w:rsid w:val="321441E4"/>
    <w:rsid w:val="322504AE"/>
    <w:rsid w:val="325A1469"/>
    <w:rsid w:val="329B3304"/>
    <w:rsid w:val="32A17336"/>
    <w:rsid w:val="32A27C71"/>
    <w:rsid w:val="32AF3948"/>
    <w:rsid w:val="32BF1A24"/>
    <w:rsid w:val="32E761C4"/>
    <w:rsid w:val="33305E77"/>
    <w:rsid w:val="335B4520"/>
    <w:rsid w:val="338F6883"/>
    <w:rsid w:val="339B7DBF"/>
    <w:rsid w:val="33AA0345"/>
    <w:rsid w:val="33AF78C9"/>
    <w:rsid w:val="33BA1E63"/>
    <w:rsid w:val="33F74B00"/>
    <w:rsid w:val="34070D26"/>
    <w:rsid w:val="34481AFC"/>
    <w:rsid w:val="34484F30"/>
    <w:rsid w:val="34731B08"/>
    <w:rsid w:val="347474FF"/>
    <w:rsid w:val="34843D93"/>
    <w:rsid w:val="34A76F77"/>
    <w:rsid w:val="34CD147F"/>
    <w:rsid w:val="34DD23F3"/>
    <w:rsid w:val="34FB777D"/>
    <w:rsid w:val="35883204"/>
    <w:rsid w:val="35AE6E11"/>
    <w:rsid w:val="35CA4F85"/>
    <w:rsid w:val="35F9161E"/>
    <w:rsid w:val="36066CE5"/>
    <w:rsid w:val="361F560E"/>
    <w:rsid w:val="36246759"/>
    <w:rsid w:val="3647586B"/>
    <w:rsid w:val="364F2C9B"/>
    <w:rsid w:val="365031FF"/>
    <w:rsid w:val="366F08D9"/>
    <w:rsid w:val="36763B2E"/>
    <w:rsid w:val="36833557"/>
    <w:rsid w:val="36CB7E1B"/>
    <w:rsid w:val="36F9173F"/>
    <w:rsid w:val="37BC6733"/>
    <w:rsid w:val="37DB0ECC"/>
    <w:rsid w:val="38330051"/>
    <w:rsid w:val="384F7445"/>
    <w:rsid w:val="385F0C77"/>
    <w:rsid w:val="387605F5"/>
    <w:rsid w:val="3879584B"/>
    <w:rsid w:val="38A67788"/>
    <w:rsid w:val="38FF429D"/>
    <w:rsid w:val="392A2DC2"/>
    <w:rsid w:val="392C0473"/>
    <w:rsid w:val="394118AF"/>
    <w:rsid w:val="394D008C"/>
    <w:rsid w:val="396C17B1"/>
    <w:rsid w:val="398306DC"/>
    <w:rsid w:val="39BA50A4"/>
    <w:rsid w:val="3A140BA9"/>
    <w:rsid w:val="3A2D3996"/>
    <w:rsid w:val="3A3B1957"/>
    <w:rsid w:val="3A6046F2"/>
    <w:rsid w:val="3A7101F6"/>
    <w:rsid w:val="3A79139C"/>
    <w:rsid w:val="3ABE0451"/>
    <w:rsid w:val="3B122A11"/>
    <w:rsid w:val="3B270265"/>
    <w:rsid w:val="3B567D25"/>
    <w:rsid w:val="3B6960BF"/>
    <w:rsid w:val="3B8C1BE2"/>
    <w:rsid w:val="3BCC57B1"/>
    <w:rsid w:val="3BF607B4"/>
    <w:rsid w:val="3C037A1A"/>
    <w:rsid w:val="3C0A1D3F"/>
    <w:rsid w:val="3C2454C2"/>
    <w:rsid w:val="3C2953F1"/>
    <w:rsid w:val="3C375B96"/>
    <w:rsid w:val="3C533B74"/>
    <w:rsid w:val="3C880419"/>
    <w:rsid w:val="3CB93D65"/>
    <w:rsid w:val="3CFB041D"/>
    <w:rsid w:val="3D383DBA"/>
    <w:rsid w:val="3D4637E1"/>
    <w:rsid w:val="3D7D7490"/>
    <w:rsid w:val="3DF61F78"/>
    <w:rsid w:val="3E32349B"/>
    <w:rsid w:val="3E46115A"/>
    <w:rsid w:val="3E4E4053"/>
    <w:rsid w:val="3E7B12F8"/>
    <w:rsid w:val="3E7C58F9"/>
    <w:rsid w:val="3E81719E"/>
    <w:rsid w:val="3E847E51"/>
    <w:rsid w:val="3ECF1C51"/>
    <w:rsid w:val="3EEB161B"/>
    <w:rsid w:val="3F4674F1"/>
    <w:rsid w:val="3F8F1825"/>
    <w:rsid w:val="3FAD2C3B"/>
    <w:rsid w:val="3FBA1ED5"/>
    <w:rsid w:val="40185D56"/>
    <w:rsid w:val="403A69F2"/>
    <w:rsid w:val="40486C8E"/>
    <w:rsid w:val="40587E62"/>
    <w:rsid w:val="4074251B"/>
    <w:rsid w:val="40875682"/>
    <w:rsid w:val="40AF5B33"/>
    <w:rsid w:val="414046AA"/>
    <w:rsid w:val="41561554"/>
    <w:rsid w:val="41572D65"/>
    <w:rsid w:val="41712063"/>
    <w:rsid w:val="41754D1F"/>
    <w:rsid w:val="4184032E"/>
    <w:rsid w:val="41955490"/>
    <w:rsid w:val="41A22DAB"/>
    <w:rsid w:val="41D6397F"/>
    <w:rsid w:val="423B4745"/>
    <w:rsid w:val="423C1A41"/>
    <w:rsid w:val="42604EB2"/>
    <w:rsid w:val="427609FD"/>
    <w:rsid w:val="428622B0"/>
    <w:rsid w:val="42E27E1C"/>
    <w:rsid w:val="4300499A"/>
    <w:rsid w:val="43010085"/>
    <w:rsid w:val="43156590"/>
    <w:rsid w:val="4322086C"/>
    <w:rsid w:val="434E7431"/>
    <w:rsid w:val="435940F8"/>
    <w:rsid w:val="43797EC0"/>
    <w:rsid w:val="43871C5A"/>
    <w:rsid w:val="438E19DA"/>
    <w:rsid w:val="43BD4CDA"/>
    <w:rsid w:val="43BE5D24"/>
    <w:rsid w:val="440B6591"/>
    <w:rsid w:val="441279FF"/>
    <w:rsid w:val="4418479D"/>
    <w:rsid w:val="44453DDE"/>
    <w:rsid w:val="44527D02"/>
    <w:rsid w:val="44B0064D"/>
    <w:rsid w:val="44DF66BC"/>
    <w:rsid w:val="4561558A"/>
    <w:rsid w:val="45927D48"/>
    <w:rsid w:val="45B14780"/>
    <w:rsid w:val="45B875A4"/>
    <w:rsid w:val="45C2203C"/>
    <w:rsid w:val="45CE5548"/>
    <w:rsid w:val="45D2293C"/>
    <w:rsid w:val="460126F5"/>
    <w:rsid w:val="46351951"/>
    <w:rsid w:val="46364CA7"/>
    <w:rsid w:val="464A7F94"/>
    <w:rsid w:val="464E2802"/>
    <w:rsid w:val="468D25D9"/>
    <w:rsid w:val="469A5ED6"/>
    <w:rsid w:val="469F52BB"/>
    <w:rsid w:val="46A316E5"/>
    <w:rsid w:val="46D26669"/>
    <w:rsid w:val="477052EA"/>
    <w:rsid w:val="479730E4"/>
    <w:rsid w:val="47C40320"/>
    <w:rsid w:val="47CB1285"/>
    <w:rsid w:val="47DD14A5"/>
    <w:rsid w:val="47F3708B"/>
    <w:rsid w:val="47F606D6"/>
    <w:rsid w:val="481B4975"/>
    <w:rsid w:val="486C312C"/>
    <w:rsid w:val="486D0FEC"/>
    <w:rsid w:val="48860AFB"/>
    <w:rsid w:val="48C9031A"/>
    <w:rsid w:val="48F42103"/>
    <w:rsid w:val="49235724"/>
    <w:rsid w:val="492C50E1"/>
    <w:rsid w:val="49395942"/>
    <w:rsid w:val="49444A16"/>
    <w:rsid w:val="495B5813"/>
    <w:rsid w:val="495F7D92"/>
    <w:rsid w:val="499542B4"/>
    <w:rsid w:val="49E81B9B"/>
    <w:rsid w:val="4A23504B"/>
    <w:rsid w:val="4A3D4188"/>
    <w:rsid w:val="4A795210"/>
    <w:rsid w:val="4A9345DE"/>
    <w:rsid w:val="4AC72E43"/>
    <w:rsid w:val="4ACA2718"/>
    <w:rsid w:val="4AEA0856"/>
    <w:rsid w:val="4AFF7730"/>
    <w:rsid w:val="4B2101C4"/>
    <w:rsid w:val="4B387A70"/>
    <w:rsid w:val="4B4C251E"/>
    <w:rsid w:val="4B680EB6"/>
    <w:rsid w:val="4B7340AE"/>
    <w:rsid w:val="4BA87F43"/>
    <w:rsid w:val="4BA91AC7"/>
    <w:rsid w:val="4BBC5FA5"/>
    <w:rsid w:val="4BF24C6A"/>
    <w:rsid w:val="4C101B25"/>
    <w:rsid w:val="4C1E4784"/>
    <w:rsid w:val="4C57491D"/>
    <w:rsid w:val="4C5F6EB9"/>
    <w:rsid w:val="4C604586"/>
    <w:rsid w:val="4C62274E"/>
    <w:rsid w:val="4C841607"/>
    <w:rsid w:val="4C86123A"/>
    <w:rsid w:val="4C8B4705"/>
    <w:rsid w:val="4CD34FA2"/>
    <w:rsid w:val="4CE409DD"/>
    <w:rsid w:val="4CE640FE"/>
    <w:rsid w:val="4D146BC3"/>
    <w:rsid w:val="4D290B4E"/>
    <w:rsid w:val="4D2C4451"/>
    <w:rsid w:val="4D5D54B5"/>
    <w:rsid w:val="4DB62700"/>
    <w:rsid w:val="4DBF3025"/>
    <w:rsid w:val="4DC63704"/>
    <w:rsid w:val="4DCF4F68"/>
    <w:rsid w:val="4DF43E5D"/>
    <w:rsid w:val="4E121B55"/>
    <w:rsid w:val="4E323AFF"/>
    <w:rsid w:val="4E3C1A0A"/>
    <w:rsid w:val="4E416111"/>
    <w:rsid w:val="4E777A24"/>
    <w:rsid w:val="4EAE77CF"/>
    <w:rsid w:val="4EAF7232"/>
    <w:rsid w:val="4F250EBF"/>
    <w:rsid w:val="4F7106DC"/>
    <w:rsid w:val="4FB903B3"/>
    <w:rsid w:val="4FF67BBA"/>
    <w:rsid w:val="5001751B"/>
    <w:rsid w:val="50025DE9"/>
    <w:rsid w:val="50113B43"/>
    <w:rsid w:val="50137B2E"/>
    <w:rsid w:val="503C43F9"/>
    <w:rsid w:val="505D5184"/>
    <w:rsid w:val="50C93269"/>
    <w:rsid w:val="50CC56A2"/>
    <w:rsid w:val="50CC5E28"/>
    <w:rsid w:val="50E631AF"/>
    <w:rsid w:val="51347FA9"/>
    <w:rsid w:val="515A15AA"/>
    <w:rsid w:val="51A21957"/>
    <w:rsid w:val="51B44F9E"/>
    <w:rsid w:val="51C16550"/>
    <w:rsid w:val="51DC25AC"/>
    <w:rsid w:val="51FC79EF"/>
    <w:rsid w:val="522B4A59"/>
    <w:rsid w:val="522D1A84"/>
    <w:rsid w:val="524F00F6"/>
    <w:rsid w:val="52547F2A"/>
    <w:rsid w:val="52DE645B"/>
    <w:rsid w:val="52ED65B5"/>
    <w:rsid w:val="53606524"/>
    <w:rsid w:val="5393041A"/>
    <w:rsid w:val="53D23D42"/>
    <w:rsid w:val="53F72C97"/>
    <w:rsid w:val="541B187A"/>
    <w:rsid w:val="5435008D"/>
    <w:rsid w:val="54350C7B"/>
    <w:rsid w:val="54357592"/>
    <w:rsid w:val="54433EFC"/>
    <w:rsid w:val="547C2C41"/>
    <w:rsid w:val="54FC0E6B"/>
    <w:rsid w:val="54FE4287"/>
    <w:rsid w:val="551E7D0C"/>
    <w:rsid w:val="55740673"/>
    <w:rsid w:val="55A4094D"/>
    <w:rsid w:val="55DF20DF"/>
    <w:rsid w:val="560B0BE3"/>
    <w:rsid w:val="560E1F74"/>
    <w:rsid w:val="56480272"/>
    <w:rsid w:val="56793A56"/>
    <w:rsid w:val="567C220F"/>
    <w:rsid w:val="569B60FF"/>
    <w:rsid w:val="56D00224"/>
    <w:rsid w:val="56DA3FAE"/>
    <w:rsid w:val="572D4037"/>
    <w:rsid w:val="573D3E09"/>
    <w:rsid w:val="57611CFC"/>
    <w:rsid w:val="576A3605"/>
    <w:rsid w:val="5785222F"/>
    <w:rsid w:val="57873ABE"/>
    <w:rsid w:val="57942026"/>
    <w:rsid w:val="57A37E54"/>
    <w:rsid w:val="58383450"/>
    <w:rsid w:val="583E4329"/>
    <w:rsid w:val="585303BA"/>
    <w:rsid w:val="5891059E"/>
    <w:rsid w:val="58D93E38"/>
    <w:rsid w:val="58DE6796"/>
    <w:rsid w:val="58E37794"/>
    <w:rsid w:val="590E4D67"/>
    <w:rsid w:val="590F7087"/>
    <w:rsid w:val="593D2D3F"/>
    <w:rsid w:val="598705F0"/>
    <w:rsid w:val="59963B53"/>
    <w:rsid w:val="59A93B20"/>
    <w:rsid w:val="59D83A01"/>
    <w:rsid w:val="5A070962"/>
    <w:rsid w:val="5A091B3D"/>
    <w:rsid w:val="5A0971BA"/>
    <w:rsid w:val="5A1D5393"/>
    <w:rsid w:val="5A5F3294"/>
    <w:rsid w:val="5A671054"/>
    <w:rsid w:val="5A7F38A9"/>
    <w:rsid w:val="5AEF5207"/>
    <w:rsid w:val="5B184203"/>
    <w:rsid w:val="5B6D2BB9"/>
    <w:rsid w:val="5BA03966"/>
    <w:rsid w:val="5BA1789E"/>
    <w:rsid w:val="5BBF00D8"/>
    <w:rsid w:val="5BC04C26"/>
    <w:rsid w:val="5BC934AE"/>
    <w:rsid w:val="5BF7657B"/>
    <w:rsid w:val="5C3A27C4"/>
    <w:rsid w:val="5C5B43DA"/>
    <w:rsid w:val="5C631D82"/>
    <w:rsid w:val="5C9E14F0"/>
    <w:rsid w:val="5CA3644F"/>
    <w:rsid w:val="5CE76D33"/>
    <w:rsid w:val="5D2F34D2"/>
    <w:rsid w:val="5D553153"/>
    <w:rsid w:val="5DAE1A5C"/>
    <w:rsid w:val="5DB61475"/>
    <w:rsid w:val="5DD20DA8"/>
    <w:rsid w:val="5DFB1B8B"/>
    <w:rsid w:val="5E147D54"/>
    <w:rsid w:val="5E2A4A80"/>
    <w:rsid w:val="5E303390"/>
    <w:rsid w:val="5E597D54"/>
    <w:rsid w:val="5E7F4605"/>
    <w:rsid w:val="5EA217F0"/>
    <w:rsid w:val="5EA77CE6"/>
    <w:rsid w:val="5EB0148F"/>
    <w:rsid w:val="5EB8281C"/>
    <w:rsid w:val="5EBF6657"/>
    <w:rsid w:val="5F1D0B53"/>
    <w:rsid w:val="5F244F3A"/>
    <w:rsid w:val="5F473B24"/>
    <w:rsid w:val="5F7028EC"/>
    <w:rsid w:val="5F90691B"/>
    <w:rsid w:val="5F9B2CCF"/>
    <w:rsid w:val="5FA44497"/>
    <w:rsid w:val="5FB375DD"/>
    <w:rsid w:val="5FEF4696"/>
    <w:rsid w:val="600C14F4"/>
    <w:rsid w:val="604D170E"/>
    <w:rsid w:val="609A10A0"/>
    <w:rsid w:val="60D86DCD"/>
    <w:rsid w:val="612018A5"/>
    <w:rsid w:val="613F2803"/>
    <w:rsid w:val="613F636B"/>
    <w:rsid w:val="61463B9B"/>
    <w:rsid w:val="617A1764"/>
    <w:rsid w:val="619647ED"/>
    <w:rsid w:val="61A1335F"/>
    <w:rsid w:val="61B24465"/>
    <w:rsid w:val="61B31912"/>
    <w:rsid w:val="61DD1577"/>
    <w:rsid w:val="61FC203F"/>
    <w:rsid w:val="62066D8B"/>
    <w:rsid w:val="621D3918"/>
    <w:rsid w:val="621E21B5"/>
    <w:rsid w:val="626A582B"/>
    <w:rsid w:val="629038A5"/>
    <w:rsid w:val="62976268"/>
    <w:rsid w:val="62DE0FC5"/>
    <w:rsid w:val="62E46882"/>
    <w:rsid w:val="630948A4"/>
    <w:rsid w:val="630D4CDB"/>
    <w:rsid w:val="631018F4"/>
    <w:rsid w:val="631E41BA"/>
    <w:rsid w:val="63224615"/>
    <w:rsid w:val="635D4115"/>
    <w:rsid w:val="63701DA1"/>
    <w:rsid w:val="637552C3"/>
    <w:rsid w:val="637C0EDD"/>
    <w:rsid w:val="63827FAD"/>
    <w:rsid w:val="644B3D4B"/>
    <w:rsid w:val="644C54F8"/>
    <w:rsid w:val="648A0F80"/>
    <w:rsid w:val="64910EE0"/>
    <w:rsid w:val="64920659"/>
    <w:rsid w:val="64B818DE"/>
    <w:rsid w:val="64BB6734"/>
    <w:rsid w:val="64EA5102"/>
    <w:rsid w:val="6536344C"/>
    <w:rsid w:val="654B280B"/>
    <w:rsid w:val="65681BDD"/>
    <w:rsid w:val="65A44FB7"/>
    <w:rsid w:val="65C5024C"/>
    <w:rsid w:val="662329DD"/>
    <w:rsid w:val="66314B53"/>
    <w:rsid w:val="66A31EBB"/>
    <w:rsid w:val="66A524D2"/>
    <w:rsid w:val="66B75B08"/>
    <w:rsid w:val="66BC37E2"/>
    <w:rsid w:val="66BF3F57"/>
    <w:rsid w:val="66E12268"/>
    <w:rsid w:val="67203A69"/>
    <w:rsid w:val="675B7BA5"/>
    <w:rsid w:val="67D71200"/>
    <w:rsid w:val="684E050E"/>
    <w:rsid w:val="685F0A6E"/>
    <w:rsid w:val="6873416A"/>
    <w:rsid w:val="68C356C6"/>
    <w:rsid w:val="68C92469"/>
    <w:rsid w:val="68CC2A0E"/>
    <w:rsid w:val="68CE2F67"/>
    <w:rsid w:val="69033CCB"/>
    <w:rsid w:val="69067B6A"/>
    <w:rsid w:val="69322E49"/>
    <w:rsid w:val="696856B4"/>
    <w:rsid w:val="697B3E37"/>
    <w:rsid w:val="69877F2E"/>
    <w:rsid w:val="69F1312B"/>
    <w:rsid w:val="6A460CE4"/>
    <w:rsid w:val="6A9D14BF"/>
    <w:rsid w:val="6AA37957"/>
    <w:rsid w:val="6ACA59B0"/>
    <w:rsid w:val="6AD432D5"/>
    <w:rsid w:val="6AD56E0B"/>
    <w:rsid w:val="6ADB3225"/>
    <w:rsid w:val="6B66712E"/>
    <w:rsid w:val="6B712F81"/>
    <w:rsid w:val="6B825E60"/>
    <w:rsid w:val="6B940BA3"/>
    <w:rsid w:val="6B9B5012"/>
    <w:rsid w:val="6BBF5098"/>
    <w:rsid w:val="6BC01CB1"/>
    <w:rsid w:val="6BC61F64"/>
    <w:rsid w:val="6C127766"/>
    <w:rsid w:val="6C367327"/>
    <w:rsid w:val="6C427652"/>
    <w:rsid w:val="6C452FC1"/>
    <w:rsid w:val="6C630073"/>
    <w:rsid w:val="6C7D27B5"/>
    <w:rsid w:val="6C843175"/>
    <w:rsid w:val="6CD143A7"/>
    <w:rsid w:val="6CE6228B"/>
    <w:rsid w:val="6D535020"/>
    <w:rsid w:val="6D7E6881"/>
    <w:rsid w:val="6DA56A0C"/>
    <w:rsid w:val="6DC7036B"/>
    <w:rsid w:val="6DE756AC"/>
    <w:rsid w:val="6E8971F7"/>
    <w:rsid w:val="6E9A21D9"/>
    <w:rsid w:val="6EF42AB9"/>
    <w:rsid w:val="6F106739"/>
    <w:rsid w:val="6F15482A"/>
    <w:rsid w:val="6F5E6FA0"/>
    <w:rsid w:val="6F834FEC"/>
    <w:rsid w:val="6FA42641"/>
    <w:rsid w:val="6FB45C2C"/>
    <w:rsid w:val="6FC851A3"/>
    <w:rsid w:val="6FD53C37"/>
    <w:rsid w:val="6FDB390B"/>
    <w:rsid w:val="6FE21C8C"/>
    <w:rsid w:val="6FE7780C"/>
    <w:rsid w:val="6FF1787F"/>
    <w:rsid w:val="6FF62952"/>
    <w:rsid w:val="7024009B"/>
    <w:rsid w:val="705B4EA4"/>
    <w:rsid w:val="706B74A1"/>
    <w:rsid w:val="70B07A9B"/>
    <w:rsid w:val="70C56C78"/>
    <w:rsid w:val="70CC084D"/>
    <w:rsid w:val="70F467DE"/>
    <w:rsid w:val="712B0468"/>
    <w:rsid w:val="71404768"/>
    <w:rsid w:val="71424559"/>
    <w:rsid w:val="714820BB"/>
    <w:rsid w:val="714F2D5E"/>
    <w:rsid w:val="71620EC6"/>
    <w:rsid w:val="716416F5"/>
    <w:rsid w:val="71785FE9"/>
    <w:rsid w:val="719A7E52"/>
    <w:rsid w:val="71FC7C4F"/>
    <w:rsid w:val="72162418"/>
    <w:rsid w:val="722B7343"/>
    <w:rsid w:val="724215F5"/>
    <w:rsid w:val="72643751"/>
    <w:rsid w:val="728328AA"/>
    <w:rsid w:val="72884A0C"/>
    <w:rsid w:val="72E2669A"/>
    <w:rsid w:val="72F50EBB"/>
    <w:rsid w:val="732022A5"/>
    <w:rsid w:val="735C47A1"/>
    <w:rsid w:val="737030BA"/>
    <w:rsid w:val="73A57940"/>
    <w:rsid w:val="73FA0F56"/>
    <w:rsid w:val="742720C3"/>
    <w:rsid w:val="74535840"/>
    <w:rsid w:val="74C019A6"/>
    <w:rsid w:val="74D626D4"/>
    <w:rsid w:val="74DD2969"/>
    <w:rsid w:val="759432AE"/>
    <w:rsid w:val="75982C9F"/>
    <w:rsid w:val="75E1239D"/>
    <w:rsid w:val="76004DC0"/>
    <w:rsid w:val="76167424"/>
    <w:rsid w:val="76316D58"/>
    <w:rsid w:val="768A4D12"/>
    <w:rsid w:val="772F60A3"/>
    <w:rsid w:val="77486A7B"/>
    <w:rsid w:val="778C7FC9"/>
    <w:rsid w:val="77AC7D34"/>
    <w:rsid w:val="77C05673"/>
    <w:rsid w:val="78052087"/>
    <w:rsid w:val="782E4DD1"/>
    <w:rsid w:val="783D2A16"/>
    <w:rsid w:val="786945CD"/>
    <w:rsid w:val="788E20A8"/>
    <w:rsid w:val="795B528B"/>
    <w:rsid w:val="79715B94"/>
    <w:rsid w:val="79883EEA"/>
    <w:rsid w:val="79932ACB"/>
    <w:rsid w:val="79C220D6"/>
    <w:rsid w:val="79C87ACE"/>
    <w:rsid w:val="79C96961"/>
    <w:rsid w:val="79CF1287"/>
    <w:rsid w:val="79FF7F7D"/>
    <w:rsid w:val="7A0E1A7A"/>
    <w:rsid w:val="7A122CA7"/>
    <w:rsid w:val="7A275147"/>
    <w:rsid w:val="7A393EDC"/>
    <w:rsid w:val="7A5A209C"/>
    <w:rsid w:val="7A617199"/>
    <w:rsid w:val="7A650972"/>
    <w:rsid w:val="7A700C65"/>
    <w:rsid w:val="7A8C5EDA"/>
    <w:rsid w:val="7AB0176A"/>
    <w:rsid w:val="7AB44AC2"/>
    <w:rsid w:val="7AD24886"/>
    <w:rsid w:val="7AEF523A"/>
    <w:rsid w:val="7AF73507"/>
    <w:rsid w:val="7B12724C"/>
    <w:rsid w:val="7B1E35AB"/>
    <w:rsid w:val="7B830405"/>
    <w:rsid w:val="7B932B38"/>
    <w:rsid w:val="7B981AAD"/>
    <w:rsid w:val="7BA63594"/>
    <w:rsid w:val="7BCD31F5"/>
    <w:rsid w:val="7BE72367"/>
    <w:rsid w:val="7BF43F91"/>
    <w:rsid w:val="7C4B35E7"/>
    <w:rsid w:val="7C730D9C"/>
    <w:rsid w:val="7C766462"/>
    <w:rsid w:val="7CD114B9"/>
    <w:rsid w:val="7CDF5601"/>
    <w:rsid w:val="7CED5FAC"/>
    <w:rsid w:val="7D0079C6"/>
    <w:rsid w:val="7D212F17"/>
    <w:rsid w:val="7D5C0E39"/>
    <w:rsid w:val="7D687CAA"/>
    <w:rsid w:val="7E263FB5"/>
    <w:rsid w:val="7E3171B7"/>
    <w:rsid w:val="7E321063"/>
    <w:rsid w:val="7E486EB2"/>
    <w:rsid w:val="7E5336D1"/>
    <w:rsid w:val="7E742D92"/>
    <w:rsid w:val="7E851F07"/>
    <w:rsid w:val="7E934D87"/>
    <w:rsid w:val="7E951169"/>
    <w:rsid w:val="7E9A0D84"/>
    <w:rsid w:val="7E9B4418"/>
    <w:rsid w:val="7EA637B6"/>
    <w:rsid w:val="7F266B17"/>
    <w:rsid w:val="7F3B1986"/>
    <w:rsid w:val="7F402841"/>
    <w:rsid w:val="7F663224"/>
    <w:rsid w:val="7F8263BD"/>
    <w:rsid w:val="7FAD3BDA"/>
    <w:rsid w:val="7FB625A4"/>
    <w:rsid w:val="7FD37624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2018-06-05T16:12:00Z</dcterms:created>
  <dc:creator>裸奔的蚂蚁</dc:creator>
  <cp:lastModifiedBy>铭</cp:lastModifiedBy>
  <dcterms:modified xsi:type="dcterms:W3CDTF">2021-12-31T06:38:09Z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RubyTemplateID" linkTarget="0">
    <vt:lpwstr>4</vt:lpwstr>
  </property>
  <property fmtid="{D5CDD505-2E9C-101B-9397-08002B2CF9AE}" pid="4" name="ICV">
    <vt:lpwstr>BD237E3BB9924629B173182149624D78</vt:lpwstr>
  </property>
  <property fmtid="{D5CDD505-2E9C-101B-9397-08002B2CF9AE}" pid="5" name="KSOTemplateUUID">
    <vt:lpwstr>v1.0_mb_V794Wt42X74gBqSl2FGyhg==</vt:lpwstr>
  </property>
</Properties>
</file>