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asciiTheme="majorEastAsia" w:hAnsiTheme="majorEastAsia" w:eastAsiaTheme="majorEastAsia"/>
          <w:b/>
          <w:sz w:val="44"/>
          <w:szCs w:val="44"/>
        </w:rPr>
        <w:t>就职演讲稿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asciiTheme="majorEastAsia" w:hAnsiTheme="majorEastAsia" w:eastAsiaTheme="majorEastAsia"/>
          <w:b/>
          <w:sz w:val="44"/>
          <w:szCs w:val="44"/>
        </w:rPr>
        <w:br w:type="textWrapping"/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尊敬的领导，亲爱各位来宾！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大家好！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我是人事部新来的**，很荣幸来到贵公司，成为行政人事部的一员。在这里，我首先向大家做一个简短的自我介绍。我来自长沙大学中文与新闻系，是05届的毕业生。从学</w:t>
      </w:r>
      <w:bookmarkStart w:id="0" w:name="_GoBack"/>
      <w:bookmarkEnd w:id="0"/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校，走向社会，对于我来说是一个全新的挑战，尤其是贵公司接纳了我，让我更加树立要为公司做出自己的贡献的决心，只有这样我才能不辜负公司领导度我的信任。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人事部的工作繁琐但是很重要，它是公司正常运转的关键的纽带。在公司会议召开、活动组织、人员管理、工资定级、绩效考核、日常监督等许多看似简单实际关系公司发展的事情上，我的经验还不是那么丰富。但是，我相信，行政人事部领导的帮助和同事的关心是我不断前行的动力，同时，在贵公司，我会积极进取，不断学习，向周围优秀的领导和同事请教，不断提升自己的业务水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步入社会，我会顺利完成从学生向社会角色的转变，在这一个月的实习期间，我相信我一定能适应公司的发展，跟上公司的步伐，把自己打造成为人事部合格的一员。计划变成行动，是个不断努力的过程，但是，我会让这个过程变得更短。在今后的工作当中，我会具体从以下几个方面做起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一、加强理论修养，树立良好的形象。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现在学习是终身学习的过程，在理论学习上应该常学常思，不断加强自身理论修养。在理论的学习中，不仅仅要掌握政治理论，更要在酒店的人力资源管理方面下功夫。熟悉人力资源管理的方法，加强对人力资源管理的理解。活学活用，把理论贯彻到实际的工作当中去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不断的提高自己的理论修养，提升良好的形象。在人事管理方面，跟员工打交道，应该本着以人为本的原则，关心员工的发展，急员工之所急，想员工之所想，做好员工的服务者。同时，树立自己在公司的形象，认真负责的做好自己的本职工作，不辜负同事和领导的信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二、努力钻研业务，提升专业水平。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一个人的专业素质，是他在这个岗位上能否真正立足的先决条件。我深知，专业素质对我来说意味着不断的学习，不断的进步，不断的求索。我会利用自己在学校学习的知识和现实中工作结合起来，不断地钻研自己在人事方面的业务。尤其是在公文写作这些方面，更加要加强之间的积累，不断地学习，深入的思考。每次通知、通告等应用文的写作，我都会认真的对待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工作中的执行力如何，跟一个人的专业水平有很大关系，只有提高自身的专业水平，才能更好的完成领导交代下来的任务，把工作做好。对于酒店，我需要了解，了解酒店的经营，了解酒店的管理和制度，深入到酒店前台员工中，学习，同事因地制宜因时制宜的提出相关意见和建议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三、加强交流沟通，形成良好工作氛围。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作为行政人事部门的一名工作者要认识每一位员工，与员工之间形成良好的交流和沟通氛围，这样才有利于工作的展开，反之则会在工作中造成被动。当然，这并不等于要我们故意跟员工区攀交情，而是说在平常的生活工作中要发扬乐于助人的精神，提供同事一些方便，帮助同事一些解决一些力所能及的事情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良好的工作环境和工作氛围，需要我们共同来创造，只有怀着一颗感恩的心，注重细节，注重生活中的礼节礼貌，才能赢得你的同事的信任。如何在交流中，理顺思路，就需要在日常的工作中不断地思考和实践。</w:t>
      </w:r>
    </w:p>
    <w:p>
      <w:pPr>
        <w:spacing w:line="360" w:lineRule="auto"/>
        <w:jc w:val="both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四、听从领导安排，追求工作质量。部门的领导始终是我们工作中的重心，积极的完成上级交代下来的任务，把工作做好，做到精益求精，这样的员工才是领导的得力助手。这也并非就是要在领导面前惟命是从。员工有自己的想法和意见当然也可以向领导反映，提供领导解决问题可提供参考的方法。当你把工作完成好了，也就为领导减轻了一定负担，这样领导自然而然会对你工作表示肯定。跟领导相处，应该尊重领导的同时，保持自己的话语的平等权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906165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B6D27"/>
    <w:rsid w:val="001D0743"/>
    <w:rsid w:val="0021361C"/>
    <w:rsid w:val="00217F42"/>
    <w:rsid w:val="0025739E"/>
    <w:rsid w:val="002E3910"/>
    <w:rsid w:val="002F39B4"/>
    <w:rsid w:val="002F3BFF"/>
    <w:rsid w:val="002F6963"/>
    <w:rsid w:val="00370104"/>
    <w:rsid w:val="004E6F2F"/>
    <w:rsid w:val="00510334"/>
    <w:rsid w:val="00544AC7"/>
    <w:rsid w:val="005C1122"/>
    <w:rsid w:val="0066335B"/>
    <w:rsid w:val="006856CE"/>
    <w:rsid w:val="006E69AA"/>
    <w:rsid w:val="007432C4"/>
    <w:rsid w:val="00753B7B"/>
    <w:rsid w:val="007921FD"/>
    <w:rsid w:val="007A19D7"/>
    <w:rsid w:val="007E2DDB"/>
    <w:rsid w:val="00846B58"/>
    <w:rsid w:val="008D5EE1"/>
    <w:rsid w:val="0092262E"/>
    <w:rsid w:val="009A27D4"/>
    <w:rsid w:val="00BE0704"/>
    <w:rsid w:val="00DA5FFB"/>
    <w:rsid w:val="00FC3368"/>
    <w:rsid w:val="02244D20"/>
    <w:rsid w:val="095B1C57"/>
    <w:rsid w:val="1B775F20"/>
    <w:rsid w:val="2A99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就职演讲稿.doc.docx</Template>
  <Pages>4</Pages>
  <Words>1509</Words>
  <Characters>1511</Characters>
  <Lines>1</Lines>
  <Paragraphs>1</Paragraphs>
  <TotalTime>10</TotalTime>
  <ScaleCrop>false</ScaleCrop>
  <LinksUpToDate>false</LinksUpToDate>
  <CharactersWithSpaces>1539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2022-03-15T01:47:00Z</dcterms:created>
  <dc:creator>铭</dc:creator>
  <cp:lastModifiedBy>铭</cp:lastModifiedBy>
  <dcterms:modified xsi:type="dcterms:W3CDTF">2022-03-15T02:00:16Z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KSOTemplateUUID">
    <vt:lpwstr>v1.0_library_EXqXxec/K1VUfiv48fDaJQ==</vt:lpwstr>
  </property>
  <property fmtid="{D5CDD505-2E9C-101B-9397-08002B2CF9AE}" pid="4" name="ICV">
    <vt:lpwstr>4E4CB49A4C144E66A9BB6765F9010B1C</vt:lpwstr>
  </property>
</Properties>
</file>